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FE05B" w14:textId="77777777" w:rsidR="00103C2D" w:rsidRPr="00D64CA6" w:rsidRDefault="00103C2D" w:rsidP="009D751C">
      <w:pPr>
        <w:spacing w:before="0"/>
        <w:ind w:firstLine="0"/>
        <w:jc w:val="center"/>
        <w:rPr>
          <w:b/>
        </w:rPr>
      </w:pPr>
      <w:r w:rsidRPr="00D64CA6">
        <w:rPr>
          <w:b/>
        </w:rPr>
        <w:t>З А П О В Е Д</w:t>
      </w:r>
    </w:p>
    <w:p w14:paraId="715C41D3" w14:textId="4A75F3FB" w:rsidR="00103C2D" w:rsidRDefault="00103C2D" w:rsidP="00103C2D">
      <w:pPr>
        <w:spacing w:before="0" w:after="0"/>
        <w:ind w:right="-1" w:firstLine="698"/>
        <w:jc w:val="center"/>
        <w:rPr>
          <w:b/>
        </w:rPr>
      </w:pPr>
    </w:p>
    <w:p w14:paraId="15377DF7" w14:textId="64042F20" w:rsidR="00D64CA6" w:rsidRPr="001625EB" w:rsidRDefault="00D64CA6" w:rsidP="00D64CA6">
      <w:pPr>
        <w:spacing w:before="0" w:after="0"/>
        <w:ind w:right="-1" w:firstLine="698"/>
        <w:jc w:val="both"/>
      </w:pPr>
      <w:r w:rsidRPr="00D64CA6">
        <w:rPr>
          <w:bCs/>
        </w:rPr>
        <w:t>На основание чл.25, ал.4 от Закона за администрацията и чл.5, ал.4 от Устройствения правилник на Министерството на регионалното развитие и благоустройството (МРРБ), приет с П</w:t>
      </w:r>
      <w:r w:rsidR="00843232">
        <w:rPr>
          <w:bCs/>
        </w:rPr>
        <w:t>остановление</w:t>
      </w:r>
      <w:r w:rsidRPr="00D64CA6">
        <w:rPr>
          <w:bCs/>
        </w:rPr>
        <w:t xml:space="preserve"> № 171 </w:t>
      </w:r>
      <w:r w:rsidR="00843232">
        <w:rPr>
          <w:bCs/>
        </w:rPr>
        <w:t xml:space="preserve">на Министерския съвет </w:t>
      </w:r>
      <w:r w:rsidRPr="00D64CA6">
        <w:rPr>
          <w:bCs/>
        </w:rPr>
        <w:t xml:space="preserve">от 2017 г. </w:t>
      </w:r>
      <w:r w:rsidR="00843232">
        <w:rPr>
          <w:bCs/>
        </w:rPr>
        <w:t>(</w:t>
      </w:r>
      <w:r w:rsidR="00843232">
        <w:rPr>
          <w:bCs/>
          <w:iCs/>
        </w:rPr>
        <w:t>о</w:t>
      </w:r>
      <w:r w:rsidRPr="00D64CA6">
        <w:rPr>
          <w:bCs/>
          <w:iCs/>
        </w:rPr>
        <w:t>бн.</w:t>
      </w:r>
      <w:r w:rsidR="00843232">
        <w:rPr>
          <w:bCs/>
          <w:iCs/>
        </w:rPr>
        <w:t>,</w:t>
      </w:r>
      <w:r w:rsidRPr="00D64CA6">
        <w:rPr>
          <w:bCs/>
          <w:iCs/>
        </w:rPr>
        <w:t xml:space="preserve"> ДВ</w:t>
      </w:r>
      <w:r w:rsidR="00843232">
        <w:rPr>
          <w:bCs/>
          <w:iCs/>
        </w:rPr>
        <w:t>,</w:t>
      </w:r>
      <w:r w:rsidRPr="00D64CA6">
        <w:rPr>
          <w:bCs/>
          <w:iCs/>
        </w:rPr>
        <w:t xml:space="preserve"> бр.</w:t>
      </w:r>
      <w:r w:rsidR="00843232">
        <w:rPr>
          <w:bCs/>
          <w:iCs/>
        </w:rPr>
        <w:t xml:space="preserve"> </w:t>
      </w:r>
      <w:r w:rsidRPr="00D64CA6">
        <w:rPr>
          <w:bCs/>
          <w:iCs/>
        </w:rPr>
        <w:t>68 от 2017</w:t>
      </w:r>
      <w:r w:rsidR="00843232">
        <w:rPr>
          <w:bCs/>
          <w:iCs/>
        </w:rPr>
        <w:t xml:space="preserve"> </w:t>
      </w:r>
      <w:r w:rsidRPr="00D64CA6">
        <w:rPr>
          <w:bCs/>
          <w:iCs/>
        </w:rPr>
        <w:t>г.</w:t>
      </w:r>
      <w:r w:rsidR="00843232">
        <w:rPr>
          <w:bCs/>
          <w:iCs/>
        </w:rPr>
        <w:t>)</w:t>
      </w:r>
      <w:r w:rsidRPr="00D64CA6">
        <w:rPr>
          <w:bCs/>
        </w:rPr>
        <w:t xml:space="preserve"> и чл. 35 на Правилник</w:t>
      </w:r>
      <w:r w:rsidR="00843232">
        <w:rPr>
          <w:bCs/>
        </w:rPr>
        <w:t>а</w:t>
      </w:r>
      <w:r w:rsidRPr="00D64CA6">
        <w:rPr>
          <w:bCs/>
        </w:rPr>
        <w:t xml:space="preserve"> за прилагане на </w:t>
      </w:r>
      <w:r w:rsidR="00843232">
        <w:rPr>
          <w:bCs/>
        </w:rPr>
        <w:t>З</w:t>
      </w:r>
      <w:r w:rsidRPr="00D64CA6">
        <w:rPr>
          <w:bCs/>
        </w:rPr>
        <w:t>акона за регионалното развитие (ППЗРР), приет с П</w:t>
      </w:r>
      <w:r w:rsidR="00843232">
        <w:rPr>
          <w:bCs/>
        </w:rPr>
        <w:t>остановление</w:t>
      </w:r>
      <w:r w:rsidRPr="00D64CA6">
        <w:rPr>
          <w:bCs/>
        </w:rPr>
        <w:t xml:space="preserve"> № 183</w:t>
      </w:r>
      <w:r w:rsidR="00843232">
        <w:rPr>
          <w:bCs/>
        </w:rPr>
        <w:t xml:space="preserve"> на Министерския съвет</w:t>
      </w:r>
      <w:r w:rsidRPr="00D64CA6">
        <w:rPr>
          <w:bCs/>
        </w:rPr>
        <w:t xml:space="preserve"> от 2020 г.</w:t>
      </w:r>
      <w:r w:rsidR="00843232">
        <w:rPr>
          <w:bCs/>
        </w:rPr>
        <w:t xml:space="preserve"> (о</w:t>
      </w:r>
      <w:r w:rsidRPr="00D64CA6">
        <w:rPr>
          <w:bCs/>
        </w:rPr>
        <w:t>бн.</w:t>
      </w:r>
      <w:r w:rsidR="00843232">
        <w:rPr>
          <w:bCs/>
        </w:rPr>
        <w:t>,</w:t>
      </w:r>
      <w:r w:rsidRPr="00D64CA6">
        <w:rPr>
          <w:bCs/>
        </w:rPr>
        <w:t xml:space="preserve"> ДВ</w:t>
      </w:r>
      <w:r w:rsidR="00843232">
        <w:rPr>
          <w:bCs/>
        </w:rPr>
        <w:t>,</w:t>
      </w:r>
      <w:r w:rsidRPr="00D64CA6">
        <w:rPr>
          <w:bCs/>
        </w:rPr>
        <w:t xml:space="preserve"> бр.</w:t>
      </w:r>
      <w:r w:rsidR="00843232">
        <w:rPr>
          <w:bCs/>
        </w:rPr>
        <w:t xml:space="preserve"> </w:t>
      </w:r>
      <w:r w:rsidRPr="00D64CA6">
        <w:rPr>
          <w:bCs/>
        </w:rPr>
        <w:t>70 2020 г.</w:t>
      </w:r>
      <w:r w:rsidR="00843232">
        <w:rPr>
          <w:bCs/>
        </w:rPr>
        <w:t>)</w:t>
      </w:r>
      <w:r w:rsidRPr="00D64CA6">
        <w:rPr>
          <w:bCs/>
        </w:rPr>
        <w:t>, във вр. с чл. 18, ал. 15 от Закона за регионалното развитие</w:t>
      </w:r>
    </w:p>
    <w:p w14:paraId="2A1DBA21" w14:textId="23CF0B9D" w:rsidR="00D64CA6" w:rsidRDefault="00D64CA6" w:rsidP="00103C2D">
      <w:pPr>
        <w:spacing w:before="0" w:after="0"/>
        <w:ind w:right="-1" w:firstLine="698"/>
        <w:jc w:val="center"/>
        <w:rPr>
          <w:b/>
        </w:rPr>
      </w:pPr>
    </w:p>
    <w:p w14:paraId="0F833A0C" w14:textId="77777777" w:rsidR="00D64CA6" w:rsidRDefault="00D64CA6" w:rsidP="00103C2D">
      <w:pPr>
        <w:spacing w:before="0" w:after="0"/>
        <w:ind w:right="-1" w:firstLine="698"/>
        <w:jc w:val="center"/>
        <w:rPr>
          <w:b/>
        </w:rPr>
      </w:pPr>
    </w:p>
    <w:p w14:paraId="7B562140" w14:textId="0F90D850" w:rsidR="00103C2D" w:rsidRPr="00C35639" w:rsidRDefault="003C6B6C" w:rsidP="00103C2D">
      <w:pPr>
        <w:spacing w:before="0" w:after="0"/>
        <w:ind w:right="-1" w:firstLine="698"/>
        <w:jc w:val="center"/>
        <w:rPr>
          <w:b/>
          <w:lang w:val="en-US"/>
        </w:rPr>
      </w:pPr>
      <w:r>
        <w:rPr>
          <w:b/>
        </w:rPr>
        <w:t>У Т В Ъ Р Ж Д А В А М</w:t>
      </w:r>
      <w:r w:rsidR="00103C2D" w:rsidRPr="00C35639">
        <w:rPr>
          <w:b/>
        </w:rPr>
        <w:t>:</w:t>
      </w:r>
    </w:p>
    <w:p w14:paraId="5A7A63B6" w14:textId="77777777" w:rsidR="00103C2D" w:rsidRPr="00C35639" w:rsidRDefault="00103C2D" w:rsidP="00103C2D">
      <w:pPr>
        <w:spacing w:before="0" w:after="0"/>
        <w:ind w:right="-1" w:firstLine="698"/>
        <w:jc w:val="both"/>
      </w:pPr>
    </w:p>
    <w:p w14:paraId="31EC0B64" w14:textId="4A3408D8" w:rsidR="00103C2D" w:rsidRPr="00103C2D" w:rsidRDefault="00103C2D" w:rsidP="00103C2D">
      <w:pPr>
        <w:spacing w:before="0" w:after="0"/>
        <w:ind w:right="-1" w:firstLine="698"/>
        <w:jc w:val="both"/>
        <w:rPr>
          <w:bCs/>
        </w:rPr>
      </w:pPr>
      <w:r w:rsidRPr="00C35639">
        <w:rPr>
          <w:bCs/>
        </w:rPr>
        <w:t xml:space="preserve">Поименен състав на </w:t>
      </w:r>
      <w:r>
        <w:rPr>
          <w:bCs/>
        </w:rPr>
        <w:t>Регионалния съвет за развитие</w:t>
      </w:r>
      <w:r>
        <w:rPr>
          <w:bCs/>
          <w:lang w:val="en-US"/>
        </w:rPr>
        <w:t xml:space="preserve"> (</w:t>
      </w:r>
      <w:r>
        <w:rPr>
          <w:bCs/>
        </w:rPr>
        <w:t>РСР</w:t>
      </w:r>
      <w:r>
        <w:rPr>
          <w:bCs/>
          <w:lang w:val="en-US"/>
        </w:rPr>
        <w:t>)</w:t>
      </w:r>
      <w:r>
        <w:rPr>
          <w:bCs/>
        </w:rPr>
        <w:t xml:space="preserve"> на Южен централен регион за планиране</w:t>
      </w:r>
      <w:r w:rsidRPr="00C35639">
        <w:rPr>
          <w:bCs/>
        </w:rPr>
        <w:t>:</w:t>
      </w:r>
    </w:p>
    <w:p w14:paraId="477DBB2B" w14:textId="77777777" w:rsidR="00103C2D" w:rsidRPr="00094B5A" w:rsidRDefault="00103C2D" w:rsidP="00103C2D">
      <w:pPr>
        <w:spacing w:before="0" w:after="0"/>
        <w:ind w:right="-1" w:firstLine="0"/>
        <w:jc w:val="both"/>
        <w:rPr>
          <w:b/>
        </w:rPr>
      </w:pPr>
      <w:r w:rsidRPr="00094B5A">
        <w:rPr>
          <w:b/>
          <w:lang w:val="en-US"/>
        </w:rPr>
        <w:t xml:space="preserve">I. </w:t>
      </w:r>
      <w:r w:rsidRPr="00094B5A">
        <w:rPr>
          <w:b/>
        </w:rPr>
        <w:t xml:space="preserve">Членове с право на глас по чл. 18, ал. 4, т. 1 и т. 2 от Закона за регионалното развитие </w:t>
      </w:r>
      <w:r w:rsidRPr="00094B5A">
        <w:rPr>
          <w:b/>
          <w:lang w:val="en-US"/>
        </w:rPr>
        <w:t>(</w:t>
      </w:r>
      <w:r w:rsidRPr="00094B5A">
        <w:rPr>
          <w:b/>
        </w:rPr>
        <w:t>ЗРР</w:t>
      </w:r>
      <w:r w:rsidRPr="00094B5A">
        <w:rPr>
          <w:b/>
          <w:lang w:val="en-US"/>
        </w:rPr>
        <w:t>)</w:t>
      </w:r>
      <w:r w:rsidRPr="00094B5A">
        <w:rPr>
          <w:b/>
        </w:rPr>
        <w:t xml:space="preserve"> при вземането на всички решения от компетентността на РСР, във  връзка с чл. 19 от ЗРР :</w:t>
      </w:r>
    </w:p>
    <w:p w14:paraId="3D82312B" w14:textId="13F7E6BF" w:rsidR="00103C2D" w:rsidRPr="00094B5A" w:rsidRDefault="00562B21" w:rsidP="00103C2D">
      <w:pPr>
        <w:numPr>
          <w:ilvl w:val="0"/>
          <w:numId w:val="1"/>
        </w:numPr>
        <w:spacing w:before="0" w:after="0"/>
        <w:ind w:right="-1"/>
        <w:jc w:val="both"/>
      </w:pPr>
      <w:r>
        <w:rPr>
          <w:b/>
        </w:rPr>
        <w:t>д-р инж. Илия Зюмбилев</w:t>
      </w:r>
      <w:r w:rsidR="00103C2D" w:rsidRPr="00094B5A">
        <w:t xml:space="preserve"> - областен управител на област Пловдив;</w:t>
      </w:r>
    </w:p>
    <w:p w14:paraId="46A52293" w14:textId="285BDA7F" w:rsidR="00103C2D" w:rsidRPr="00094B5A" w:rsidRDefault="00562B21" w:rsidP="00103C2D">
      <w:pPr>
        <w:numPr>
          <w:ilvl w:val="0"/>
          <w:numId w:val="1"/>
        </w:numPr>
        <w:spacing w:before="0" w:after="0"/>
        <w:ind w:right="-1"/>
        <w:jc w:val="both"/>
      </w:pPr>
      <w:r>
        <w:rPr>
          <w:b/>
        </w:rPr>
        <w:t>Гинка Райчева</w:t>
      </w:r>
      <w:r w:rsidR="00103C2D" w:rsidRPr="00094B5A">
        <w:t xml:space="preserve"> - областен управител на област Хасково;</w:t>
      </w:r>
    </w:p>
    <w:p w14:paraId="482C4714" w14:textId="66D9FAF3" w:rsidR="00103C2D" w:rsidRPr="00094B5A" w:rsidRDefault="00562B21" w:rsidP="00103C2D">
      <w:pPr>
        <w:numPr>
          <w:ilvl w:val="0"/>
          <w:numId w:val="1"/>
        </w:numPr>
        <w:spacing w:before="0" w:after="0"/>
        <w:ind w:right="-1"/>
        <w:jc w:val="both"/>
      </w:pPr>
      <w:r>
        <w:rPr>
          <w:b/>
        </w:rPr>
        <w:t>Валентина Кайтазова</w:t>
      </w:r>
      <w:r w:rsidR="00103C2D" w:rsidRPr="00094B5A">
        <w:t xml:space="preserve"> - областен управител на област Пазарджик;</w:t>
      </w:r>
    </w:p>
    <w:p w14:paraId="65AFB6C3" w14:textId="77777777" w:rsidR="00103C2D" w:rsidRPr="00094B5A" w:rsidRDefault="00103C2D" w:rsidP="00103C2D">
      <w:pPr>
        <w:numPr>
          <w:ilvl w:val="0"/>
          <w:numId w:val="1"/>
        </w:numPr>
        <w:spacing w:before="0" w:after="0"/>
        <w:ind w:right="-1"/>
        <w:jc w:val="both"/>
      </w:pPr>
      <w:r w:rsidRPr="00094B5A">
        <w:rPr>
          <w:b/>
        </w:rPr>
        <w:t>Никола Чанев</w:t>
      </w:r>
      <w:r w:rsidRPr="00094B5A">
        <w:t xml:space="preserve"> - областен управител на област Кърджали;</w:t>
      </w:r>
    </w:p>
    <w:p w14:paraId="21033148" w14:textId="537D1AB0" w:rsidR="00103C2D" w:rsidRPr="00094B5A" w:rsidRDefault="00562B21" w:rsidP="00103C2D">
      <w:pPr>
        <w:numPr>
          <w:ilvl w:val="0"/>
          <w:numId w:val="1"/>
        </w:numPr>
        <w:spacing w:before="0" w:after="0"/>
        <w:ind w:right="-1"/>
        <w:jc w:val="both"/>
      </w:pPr>
      <w:r>
        <w:rPr>
          <w:b/>
        </w:rPr>
        <w:t>Захари Сираков</w:t>
      </w:r>
      <w:r w:rsidR="00103C2D" w:rsidRPr="00094B5A">
        <w:t xml:space="preserve"> - областен управител на област Смолян;</w:t>
      </w:r>
    </w:p>
    <w:p w14:paraId="128653DA" w14:textId="13C70070" w:rsidR="00103C2D" w:rsidRPr="00D64CA6" w:rsidRDefault="00103C2D" w:rsidP="00103C2D">
      <w:pPr>
        <w:spacing w:before="0" w:after="0"/>
        <w:ind w:left="360" w:right="-1" w:firstLine="0"/>
        <w:jc w:val="both"/>
        <w:rPr>
          <w:b/>
          <w:i/>
        </w:rPr>
      </w:pPr>
      <w:r w:rsidRPr="00D64CA6">
        <w:rPr>
          <w:b/>
          <w:i/>
        </w:rPr>
        <w:t>Представители на общините от област Кърджали:</w:t>
      </w:r>
    </w:p>
    <w:p w14:paraId="464B8A9E" w14:textId="0175A6AF" w:rsidR="00103C2D" w:rsidRPr="00094B5A" w:rsidRDefault="00335084" w:rsidP="00103C2D">
      <w:pPr>
        <w:numPr>
          <w:ilvl w:val="0"/>
          <w:numId w:val="1"/>
        </w:numPr>
        <w:spacing w:before="0" w:after="0"/>
        <w:ind w:right="-1"/>
        <w:jc w:val="both"/>
      </w:pPr>
      <w:r>
        <w:rPr>
          <w:rFonts w:eastAsia="Calibri"/>
          <w:b/>
        </w:rPr>
        <w:t>Ерол Мюмюн</w:t>
      </w:r>
      <w:r w:rsidR="00103C2D" w:rsidRPr="00094B5A">
        <w:t xml:space="preserve"> – </w:t>
      </w:r>
      <w:r w:rsidR="00103C2D" w:rsidRPr="00094B5A">
        <w:rPr>
          <w:color w:val="000000"/>
        </w:rPr>
        <w:t xml:space="preserve">кмет </w:t>
      </w:r>
      <w:r w:rsidR="009465A9" w:rsidRPr="00094B5A">
        <w:rPr>
          <w:color w:val="000000"/>
        </w:rPr>
        <w:t xml:space="preserve">на </w:t>
      </w:r>
      <w:r w:rsidR="00103C2D" w:rsidRPr="00094B5A">
        <w:rPr>
          <w:color w:val="000000"/>
        </w:rPr>
        <w:t>община Кърджали;</w:t>
      </w:r>
      <w:r w:rsidR="00103C2D" w:rsidRPr="00094B5A">
        <w:rPr>
          <w:rFonts w:eastAsia="Calibri"/>
          <w:color w:val="000000"/>
        </w:rPr>
        <w:t xml:space="preserve"> </w:t>
      </w:r>
    </w:p>
    <w:p w14:paraId="5B11A09F" w14:textId="77777777" w:rsidR="00103C2D" w:rsidRDefault="00103C2D" w:rsidP="00103C2D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094B5A">
        <w:rPr>
          <w:rFonts w:ascii="Times New Roman" w:eastAsia="Times New Roman" w:hAnsi="Times New Roman"/>
          <w:b/>
          <w:sz w:val="24"/>
          <w:szCs w:val="24"/>
          <w:lang w:eastAsia="bg-BG"/>
        </w:rPr>
        <w:t>Неджми Али</w:t>
      </w:r>
      <w:r w:rsidRPr="00094B5A">
        <w:rPr>
          <w:rFonts w:ascii="Times New Roman" w:eastAsia="Times New Roman" w:hAnsi="Times New Roman"/>
          <w:sz w:val="24"/>
          <w:szCs w:val="24"/>
          <w:lang w:eastAsia="bg-BG"/>
        </w:rPr>
        <w:t xml:space="preserve"> - кмет на община Джебел;</w:t>
      </w:r>
    </w:p>
    <w:p w14:paraId="4E4BC9B4" w14:textId="77777777" w:rsidR="00103C2D" w:rsidRPr="00C8331A" w:rsidRDefault="00103C2D" w:rsidP="00103C2D">
      <w:pPr>
        <w:pStyle w:val="ListParagraph"/>
        <w:spacing w:line="360" w:lineRule="auto"/>
        <w:ind w:left="360" w:firstLine="0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i/>
          <w:sz w:val="24"/>
          <w:szCs w:val="24"/>
          <w:u w:val="single"/>
        </w:rPr>
        <w:t>Заместници</w:t>
      </w:r>
      <w:r w:rsidRPr="00C8331A">
        <w:rPr>
          <w:i/>
          <w:u w:val="single"/>
        </w:rPr>
        <w:t>:</w:t>
      </w:r>
    </w:p>
    <w:p w14:paraId="4C85E557" w14:textId="4DC2D8DA" w:rsidR="00103C2D" w:rsidRPr="001D2295" w:rsidRDefault="00335084" w:rsidP="00103C2D">
      <w:pPr>
        <w:pStyle w:val="ListParagraph"/>
        <w:numPr>
          <w:ilvl w:val="0"/>
          <w:numId w:val="2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D2295">
        <w:rPr>
          <w:rFonts w:ascii="Times New Roman" w:hAnsi="Times New Roman"/>
          <w:b/>
          <w:sz w:val="24"/>
          <w:szCs w:val="24"/>
        </w:rPr>
        <w:t>Илкнур Мюмюн</w:t>
      </w:r>
      <w:r w:rsidR="00103C2D" w:rsidRPr="001D2295">
        <w:rPr>
          <w:rFonts w:ascii="Times New Roman" w:hAnsi="Times New Roman"/>
          <w:sz w:val="24"/>
          <w:szCs w:val="24"/>
        </w:rPr>
        <w:t xml:space="preserve"> </w:t>
      </w:r>
      <w:r w:rsidRPr="001D2295">
        <w:rPr>
          <w:rFonts w:ascii="Times New Roman" w:hAnsi="Times New Roman"/>
          <w:sz w:val="24"/>
          <w:szCs w:val="24"/>
        </w:rPr>
        <w:t>–</w:t>
      </w:r>
      <w:r w:rsidR="00103C2D" w:rsidRPr="001D2295">
        <w:rPr>
          <w:rFonts w:ascii="Times New Roman" w:hAnsi="Times New Roman"/>
          <w:sz w:val="24"/>
          <w:szCs w:val="24"/>
        </w:rPr>
        <w:t xml:space="preserve"> </w:t>
      </w:r>
      <w:r w:rsidRPr="001D2295">
        <w:rPr>
          <w:rFonts w:ascii="Times New Roman" w:hAnsi="Times New Roman"/>
          <w:sz w:val="24"/>
          <w:szCs w:val="24"/>
        </w:rPr>
        <w:t>кмет на община</w:t>
      </w:r>
      <w:r w:rsidR="009465A9" w:rsidRPr="001D2295">
        <w:rPr>
          <w:rFonts w:ascii="Times New Roman" w:hAnsi="Times New Roman"/>
          <w:sz w:val="24"/>
          <w:szCs w:val="24"/>
        </w:rPr>
        <w:t xml:space="preserve"> </w:t>
      </w:r>
      <w:r w:rsidR="00103C2D" w:rsidRPr="001D2295">
        <w:rPr>
          <w:rFonts w:ascii="Times New Roman" w:hAnsi="Times New Roman"/>
          <w:sz w:val="24"/>
          <w:szCs w:val="24"/>
        </w:rPr>
        <w:t>Момчилград;</w:t>
      </w:r>
    </w:p>
    <w:p w14:paraId="47BC2A79" w14:textId="63925130" w:rsidR="00103C2D" w:rsidRPr="001D2295" w:rsidRDefault="00335084" w:rsidP="00103C2D">
      <w:pPr>
        <w:pStyle w:val="ListParagraph"/>
        <w:numPr>
          <w:ilvl w:val="0"/>
          <w:numId w:val="2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D2295">
        <w:rPr>
          <w:rFonts w:ascii="Times New Roman" w:hAnsi="Times New Roman"/>
          <w:b/>
          <w:sz w:val="24"/>
          <w:szCs w:val="24"/>
        </w:rPr>
        <w:t>Айджан Ахмед</w:t>
      </w:r>
      <w:r w:rsidR="00103C2D" w:rsidRPr="001D2295">
        <w:rPr>
          <w:rFonts w:ascii="Times New Roman" w:hAnsi="Times New Roman"/>
          <w:sz w:val="24"/>
          <w:szCs w:val="24"/>
        </w:rPr>
        <w:t xml:space="preserve"> </w:t>
      </w:r>
      <w:r w:rsidRPr="001D2295">
        <w:rPr>
          <w:rFonts w:ascii="Times New Roman" w:hAnsi="Times New Roman"/>
          <w:sz w:val="24"/>
          <w:szCs w:val="24"/>
        </w:rPr>
        <w:t>–</w:t>
      </w:r>
      <w:r w:rsidR="00103C2D" w:rsidRPr="001D2295">
        <w:rPr>
          <w:rFonts w:ascii="Times New Roman" w:hAnsi="Times New Roman"/>
          <w:sz w:val="24"/>
          <w:szCs w:val="24"/>
        </w:rPr>
        <w:t xml:space="preserve"> </w:t>
      </w:r>
      <w:r w:rsidRPr="001D2295">
        <w:rPr>
          <w:rFonts w:ascii="Times New Roman" w:hAnsi="Times New Roman"/>
          <w:sz w:val="24"/>
          <w:szCs w:val="24"/>
        </w:rPr>
        <w:t>кмет на община Черноочене</w:t>
      </w:r>
      <w:r w:rsidR="009465A9" w:rsidRPr="001D2295">
        <w:rPr>
          <w:rFonts w:ascii="Times New Roman" w:hAnsi="Times New Roman"/>
          <w:sz w:val="24"/>
          <w:szCs w:val="24"/>
        </w:rPr>
        <w:t>;</w:t>
      </w:r>
    </w:p>
    <w:p w14:paraId="18B64511" w14:textId="77777777" w:rsidR="00103C2D" w:rsidRPr="00D64CA6" w:rsidRDefault="00103C2D" w:rsidP="00103C2D">
      <w:pPr>
        <w:spacing w:before="0" w:after="0"/>
        <w:ind w:left="360" w:right="-1" w:firstLine="0"/>
        <w:jc w:val="both"/>
        <w:rPr>
          <w:b/>
          <w:i/>
        </w:rPr>
      </w:pPr>
      <w:r w:rsidRPr="00D64CA6">
        <w:rPr>
          <w:b/>
          <w:i/>
        </w:rPr>
        <w:t xml:space="preserve">Представители на общините от област </w:t>
      </w:r>
      <w:r w:rsidRPr="00D64CA6">
        <w:rPr>
          <w:b/>
          <w:i/>
          <w:color w:val="000000"/>
        </w:rPr>
        <w:t>Пазарджик</w:t>
      </w:r>
      <w:r w:rsidRPr="00D64CA6">
        <w:rPr>
          <w:b/>
          <w:i/>
        </w:rPr>
        <w:t>:</w:t>
      </w:r>
    </w:p>
    <w:p w14:paraId="2384603D" w14:textId="7F418C94" w:rsidR="00103C2D" w:rsidRPr="00094B5A" w:rsidRDefault="00335084" w:rsidP="00103C2D">
      <w:pPr>
        <w:numPr>
          <w:ilvl w:val="0"/>
          <w:numId w:val="1"/>
        </w:numPr>
        <w:spacing w:before="0" w:after="0"/>
        <w:ind w:right="-1"/>
        <w:jc w:val="both"/>
      </w:pPr>
      <w:r>
        <w:rPr>
          <w:rFonts w:eastAsia="Calibri"/>
          <w:b/>
        </w:rPr>
        <w:t>Петър Куленски</w:t>
      </w:r>
      <w:r w:rsidR="00103C2D" w:rsidRPr="00094B5A">
        <w:rPr>
          <w:b/>
        </w:rPr>
        <w:t xml:space="preserve"> </w:t>
      </w:r>
      <w:r w:rsidR="00103C2D" w:rsidRPr="00094B5A">
        <w:t xml:space="preserve">- </w:t>
      </w:r>
      <w:r w:rsidR="00103C2D" w:rsidRPr="00094B5A">
        <w:rPr>
          <w:color w:val="000000"/>
        </w:rPr>
        <w:t>кмет на община</w:t>
      </w:r>
      <w:r w:rsidR="00103C2D" w:rsidRPr="00094B5A">
        <w:t xml:space="preserve"> </w:t>
      </w:r>
      <w:r w:rsidR="00103C2D" w:rsidRPr="00094B5A">
        <w:rPr>
          <w:color w:val="000000"/>
        </w:rPr>
        <w:t xml:space="preserve">Пазарджик; </w:t>
      </w:r>
    </w:p>
    <w:p w14:paraId="286CCD71" w14:textId="77777777" w:rsidR="00103C2D" w:rsidRPr="00094B5A" w:rsidRDefault="00103C2D" w:rsidP="00103C2D">
      <w:pPr>
        <w:numPr>
          <w:ilvl w:val="0"/>
          <w:numId w:val="1"/>
        </w:numPr>
        <w:spacing w:before="0" w:after="0"/>
        <w:ind w:right="-1"/>
        <w:jc w:val="both"/>
      </w:pPr>
      <w:r w:rsidRPr="00094B5A">
        <w:rPr>
          <w:rFonts w:eastAsia="Calibri"/>
          <w:b/>
        </w:rPr>
        <w:t>Костадин Коев</w:t>
      </w:r>
      <w:r w:rsidRPr="00094B5A">
        <w:rPr>
          <w:b/>
        </w:rPr>
        <w:t xml:space="preserve"> </w:t>
      </w:r>
      <w:r w:rsidRPr="00094B5A">
        <w:t xml:space="preserve">- </w:t>
      </w:r>
      <w:r w:rsidRPr="00094B5A">
        <w:rPr>
          <w:color w:val="000000"/>
        </w:rPr>
        <w:t>кмет на община</w:t>
      </w:r>
      <w:r w:rsidRPr="00094B5A">
        <w:t xml:space="preserve"> </w:t>
      </w:r>
      <w:r w:rsidRPr="00094B5A">
        <w:rPr>
          <w:color w:val="000000"/>
        </w:rPr>
        <w:t>Велинград;</w:t>
      </w:r>
    </w:p>
    <w:p w14:paraId="71123440" w14:textId="728B8010" w:rsidR="00103C2D" w:rsidRPr="00094B5A" w:rsidRDefault="00335084" w:rsidP="00103C2D">
      <w:pPr>
        <w:numPr>
          <w:ilvl w:val="0"/>
          <w:numId w:val="1"/>
        </w:numPr>
        <w:spacing w:before="0" w:after="0"/>
        <w:ind w:right="-1"/>
        <w:jc w:val="both"/>
      </w:pPr>
      <w:r>
        <w:rPr>
          <w:rFonts w:eastAsia="Calibri"/>
          <w:b/>
        </w:rPr>
        <w:lastRenderedPageBreak/>
        <w:t>Йордан Младенов</w:t>
      </w:r>
      <w:r w:rsidR="00103C2D" w:rsidRPr="00094B5A">
        <w:rPr>
          <w:rFonts w:eastAsia="Calibri"/>
        </w:rPr>
        <w:t xml:space="preserve"> -</w:t>
      </w:r>
      <w:r w:rsidR="00103C2D" w:rsidRPr="00094B5A">
        <w:rPr>
          <w:color w:val="000000"/>
        </w:rPr>
        <w:t xml:space="preserve"> кмет на община</w:t>
      </w:r>
      <w:r w:rsidR="00103C2D" w:rsidRPr="00094B5A">
        <w:t xml:space="preserve"> </w:t>
      </w:r>
      <w:r>
        <w:rPr>
          <w:color w:val="000000"/>
        </w:rPr>
        <w:t>Пещера</w:t>
      </w:r>
      <w:r w:rsidR="00103C2D" w:rsidRPr="00094B5A">
        <w:rPr>
          <w:color w:val="000000"/>
        </w:rPr>
        <w:t xml:space="preserve">; </w:t>
      </w:r>
    </w:p>
    <w:p w14:paraId="626B7109" w14:textId="77777777" w:rsidR="00103C2D" w:rsidRPr="00094B5A" w:rsidRDefault="00103C2D" w:rsidP="00103C2D">
      <w:pPr>
        <w:pStyle w:val="ListParagraph"/>
        <w:spacing w:before="0" w:after="0" w:line="360" w:lineRule="auto"/>
        <w:ind w:left="360" w:right="-1" w:firstLine="0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Заместници</w:t>
      </w:r>
      <w:r w:rsidRPr="00094B5A">
        <w:rPr>
          <w:rFonts w:ascii="Times New Roman" w:hAnsi="Times New Roman"/>
          <w:i/>
          <w:sz w:val="24"/>
          <w:szCs w:val="24"/>
          <w:u w:val="single"/>
        </w:rPr>
        <w:t>:</w:t>
      </w:r>
    </w:p>
    <w:p w14:paraId="4EDC54CA" w14:textId="2316788E" w:rsidR="00103C2D" w:rsidRPr="00094B5A" w:rsidRDefault="004F680F" w:rsidP="00103C2D">
      <w:pPr>
        <w:pStyle w:val="ListParagraph"/>
        <w:numPr>
          <w:ilvl w:val="0"/>
          <w:numId w:val="3"/>
        </w:numPr>
        <w:spacing w:before="0" w:after="0" w:line="360" w:lineRule="auto"/>
        <w:ind w:right="-1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Стойко Стефанов</w:t>
      </w:r>
      <w:r w:rsidR="00103C2D" w:rsidRPr="00094B5A">
        <w:rPr>
          <w:rFonts w:ascii="Times New Roman" w:hAnsi="Times New Roman"/>
          <w:sz w:val="24"/>
          <w:szCs w:val="24"/>
        </w:rPr>
        <w:t xml:space="preserve"> - кмет на община </w:t>
      </w:r>
      <w:r>
        <w:rPr>
          <w:rFonts w:ascii="Times New Roman" w:hAnsi="Times New Roman"/>
          <w:sz w:val="24"/>
          <w:szCs w:val="24"/>
        </w:rPr>
        <w:t>Белово</w:t>
      </w:r>
      <w:r w:rsidR="009465A9">
        <w:rPr>
          <w:rFonts w:ascii="Times New Roman" w:hAnsi="Times New Roman"/>
          <w:sz w:val="24"/>
          <w:szCs w:val="24"/>
        </w:rPr>
        <w:t>;</w:t>
      </w:r>
    </w:p>
    <w:p w14:paraId="75ADA026" w14:textId="2D6F9847" w:rsidR="00103C2D" w:rsidRPr="00094B5A" w:rsidRDefault="004F680F" w:rsidP="00103C2D">
      <w:pPr>
        <w:pStyle w:val="ListParagraph"/>
        <w:numPr>
          <w:ilvl w:val="0"/>
          <w:numId w:val="3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Надежда Казакова</w:t>
      </w:r>
      <w:r w:rsidR="00103C2D" w:rsidRPr="00094B5A">
        <w:rPr>
          <w:rFonts w:ascii="Times New Roman" w:hAnsi="Times New Roman"/>
          <w:sz w:val="24"/>
          <w:szCs w:val="24"/>
        </w:rPr>
        <w:t xml:space="preserve"> - </w:t>
      </w:r>
      <w:r w:rsidR="00103C2D" w:rsidRPr="00094B5A">
        <w:rPr>
          <w:rFonts w:ascii="Times New Roman" w:hAnsi="Times New Roman"/>
          <w:color w:val="000000"/>
          <w:sz w:val="24"/>
          <w:szCs w:val="24"/>
        </w:rPr>
        <w:t>кмет на община</w:t>
      </w:r>
      <w:r w:rsidR="00103C2D" w:rsidRPr="00094B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Брацигово</w:t>
      </w:r>
      <w:r w:rsidR="009465A9">
        <w:rPr>
          <w:rFonts w:ascii="Times New Roman" w:hAnsi="Times New Roman"/>
          <w:color w:val="000000"/>
          <w:sz w:val="24"/>
          <w:szCs w:val="24"/>
        </w:rPr>
        <w:t>;</w:t>
      </w:r>
    </w:p>
    <w:p w14:paraId="20E5B8AF" w14:textId="661AA4A5" w:rsidR="00103C2D" w:rsidRPr="00094B5A" w:rsidRDefault="004F680F" w:rsidP="00103C2D">
      <w:pPr>
        <w:pStyle w:val="ListParagraph"/>
        <w:numPr>
          <w:ilvl w:val="0"/>
          <w:numId w:val="3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Георги Павлов</w:t>
      </w:r>
      <w:r w:rsidR="00103C2D" w:rsidRPr="00094B5A">
        <w:rPr>
          <w:rFonts w:ascii="Times New Roman" w:hAnsi="Times New Roman"/>
          <w:sz w:val="24"/>
          <w:szCs w:val="24"/>
        </w:rPr>
        <w:t xml:space="preserve"> - кмет на община </w:t>
      </w:r>
      <w:r>
        <w:rPr>
          <w:rFonts w:ascii="Times New Roman" w:hAnsi="Times New Roman"/>
          <w:sz w:val="24"/>
          <w:szCs w:val="24"/>
        </w:rPr>
        <w:t>Стрелча</w:t>
      </w:r>
      <w:r w:rsidR="00A168E3">
        <w:rPr>
          <w:rFonts w:ascii="Times New Roman" w:hAnsi="Times New Roman"/>
          <w:sz w:val="24"/>
          <w:szCs w:val="24"/>
        </w:rPr>
        <w:t>;</w:t>
      </w:r>
    </w:p>
    <w:p w14:paraId="27EAD430" w14:textId="77777777" w:rsidR="00103C2D" w:rsidRPr="00D64CA6" w:rsidRDefault="00103C2D" w:rsidP="00103C2D">
      <w:pPr>
        <w:spacing w:before="0" w:after="0"/>
        <w:ind w:left="360" w:right="-1" w:firstLine="0"/>
        <w:jc w:val="both"/>
        <w:rPr>
          <w:b/>
          <w:i/>
        </w:rPr>
      </w:pPr>
      <w:r w:rsidRPr="00D64CA6">
        <w:rPr>
          <w:b/>
          <w:i/>
        </w:rPr>
        <w:t xml:space="preserve">Представители на общините от област </w:t>
      </w:r>
      <w:r w:rsidRPr="00D64CA6">
        <w:rPr>
          <w:b/>
          <w:i/>
          <w:color w:val="000000"/>
        </w:rPr>
        <w:t>Пловдив</w:t>
      </w:r>
      <w:r w:rsidRPr="00D64CA6">
        <w:rPr>
          <w:b/>
          <w:i/>
        </w:rPr>
        <w:t>:</w:t>
      </w:r>
    </w:p>
    <w:p w14:paraId="76DAFB45" w14:textId="272B3079" w:rsidR="00103C2D" w:rsidRPr="00094B5A" w:rsidRDefault="004F680F" w:rsidP="00103C2D">
      <w:pPr>
        <w:pStyle w:val="ListParagraph"/>
        <w:numPr>
          <w:ilvl w:val="0"/>
          <w:numId w:val="1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Костадин Димитров</w:t>
      </w:r>
      <w:r w:rsidR="00103C2D" w:rsidRPr="00094B5A">
        <w:rPr>
          <w:rFonts w:ascii="Times New Roman" w:hAnsi="Times New Roman"/>
          <w:sz w:val="24"/>
          <w:szCs w:val="24"/>
        </w:rPr>
        <w:t xml:space="preserve"> - кмет на община Пловдив;</w:t>
      </w:r>
    </w:p>
    <w:p w14:paraId="49E66AFF" w14:textId="4E64A64A" w:rsidR="00103C2D" w:rsidRPr="00094B5A" w:rsidRDefault="004C5714" w:rsidP="00103C2D">
      <w:pPr>
        <w:pStyle w:val="ListParagraph"/>
        <w:numPr>
          <w:ilvl w:val="0"/>
          <w:numId w:val="1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="004F680F">
        <w:rPr>
          <w:rFonts w:ascii="Times New Roman" w:hAnsi="Times New Roman"/>
          <w:b/>
          <w:sz w:val="24"/>
          <w:szCs w:val="24"/>
        </w:rPr>
        <w:t>-р Христо Грудев</w:t>
      </w:r>
      <w:r w:rsidR="00103C2D" w:rsidRPr="00094B5A">
        <w:rPr>
          <w:rFonts w:ascii="Times New Roman" w:hAnsi="Times New Roman"/>
          <w:sz w:val="24"/>
          <w:szCs w:val="24"/>
        </w:rPr>
        <w:t xml:space="preserve"> - кмет на община </w:t>
      </w:r>
      <w:r w:rsidR="004F680F">
        <w:rPr>
          <w:rFonts w:ascii="Times New Roman" w:hAnsi="Times New Roman"/>
          <w:sz w:val="24"/>
          <w:szCs w:val="24"/>
        </w:rPr>
        <w:t>Асеновград</w:t>
      </w:r>
      <w:r w:rsidR="00103C2D" w:rsidRPr="00094B5A">
        <w:rPr>
          <w:rFonts w:ascii="Times New Roman" w:hAnsi="Times New Roman"/>
          <w:sz w:val="24"/>
          <w:szCs w:val="24"/>
        </w:rPr>
        <w:t>;</w:t>
      </w:r>
    </w:p>
    <w:p w14:paraId="27A385E4" w14:textId="616908A6" w:rsidR="00103C2D" w:rsidRPr="00094B5A" w:rsidRDefault="004F680F" w:rsidP="00103C2D">
      <w:pPr>
        <w:pStyle w:val="ListParagraph"/>
        <w:numPr>
          <w:ilvl w:val="0"/>
          <w:numId w:val="1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Емил Кабаиванов</w:t>
      </w:r>
      <w:r w:rsidR="00103C2D" w:rsidRPr="00094B5A">
        <w:rPr>
          <w:rFonts w:ascii="Times New Roman" w:hAnsi="Times New Roman"/>
          <w:sz w:val="24"/>
          <w:szCs w:val="24"/>
        </w:rPr>
        <w:t xml:space="preserve"> - кмет на община </w:t>
      </w:r>
      <w:r>
        <w:rPr>
          <w:rFonts w:ascii="Times New Roman" w:hAnsi="Times New Roman"/>
          <w:sz w:val="24"/>
          <w:szCs w:val="24"/>
        </w:rPr>
        <w:t>Карлово</w:t>
      </w:r>
      <w:r w:rsidR="00103C2D" w:rsidRPr="00094B5A">
        <w:rPr>
          <w:rFonts w:ascii="Times New Roman" w:hAnsi="Times New Roman"/>
          <w:sz w:val="24"/>
          <w:szCs w:val="24"/>
        </w:rPr>
        <w:t>;</w:t>
      </w:r>
    </w:p>
    <w:p w14:paraId="475439B8" w14:textId="0F943930" w:rsidR="00103C2D" w:rsidRPr="00094B5A" w:rsidRDefault="004F680F" w:rsidP="00103C2D">
      <w:pPr>
        <w:pStyle w:val="ListParagraph"/>
        <w:numPr>
          <w:ilvl w:val="0"/>
          <w:numId w:val="1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Атанас Калчев</w:t>
      </w:r>
      <w:r w:rsidR="00103C2D" w:rsidRPr="00094B5A">
        <w:rPr>
          <w:rFonts w:ascii="Times New Roman" w:hAnsi="Times New Roman"/>
          <w:sz w:val="24"/>
          <w:szCs w:val="24"/>
        </w:rPr>
        <w:t xml:space="preserve"> - кмет на община </w:t>
      </w:r>
      <w:r>
        <w:rPr>
          <w:rFonts w:ascii="Times New Roman" w:hAnsi="Times New Roman"/>
          <w:sz w:val="24"/>
          <w:szCs w:val="24"/>
        </w:rPr>
        <w:t>Кричим</w:t>
      </w:r>
      <w:r w:rsidR="00103C2D" w:rsidRPr="00094B5A">
        <w:rPr>
          <w:rFonts w:ascii="Times New Roman" w:hAnsi="Times New Roman"/>
          <w:sz w:val="24"/>
          <w:szCs w:val="24"/>
        </w:rPr>
        <w:t>;</w:t>
      </w:r>
    </w:p>
    <w:p w14:paraId="05372309" w14:textId="77777777" w:rsidR="00103C2D" w:rsidRPr="00094B5A" w:rsidRDefault="00103C2D" w:rsidP="00103C2D">
      <w:pPr>
        <w:pStyle w:val="ListParagraph"/>
        <w:numPr>
          <w:ilvl w:val="0"/>
          <w:numId w:val="1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94B5A">
        <w:rPr>
          <w:rFonts w:ascii="Times New Roman" w:hAnsi="Times New Roman"/>
          <w:b/>
          <w:sz w:val="24"/>
          <w:szCs w:val="24"/>
        </w:rPr>
        <w:t>Димитър Здравков</w:t>
      </w:r>
      <w:r w:rsidRPr="00094B5A">
        <w:rPr>
          <w:rFonts w:ascii="Times New Roman" w:hAnsi="Times New Roman"/>
          <w:sz w:val="24"/>
          <w:szCs w:val="24"/>
        </w:rPr>
        <w:t xml:space="preserve"> - кмет на община Садово;</w:t>
      </w:r>
    </w:p>
    <w:p w14:paraId="2F47C5EB" w14:textId="1D351C01" w:rsidR="00103C2D" w:rsidRPr="00094B5A" w:rsidRDefault="004F680F" w:rsidP="00103C2D">
      <w:pPr>
        <w:pStyle w:val="ListParagraph"/>
        <w:numPr>
          <w:ilvl w:val="0"/>
          <w:numId w:val="1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Таня Стоицова</w:t>
      </w:r>
      <w:r w:rsidR="00103C2D" w:rsidRPr="00094B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103C2D" w:rsidRPr="00094B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председател на Общински съвет - Съединение</w:t>
      </w:r>
      <w:r w:rsidR="00103C2D" w:rsidRPr="00094B5A">
        <w:rPr>
          <w:rFonts w:ascii="Times New Roman" w:hAnsi="Times New Roman"/>
          <w:sz w:val="24"/>
          <w:szCs w:val="24"/>
        </w:rPr>
        <w:t>;</w:t>
      </w:r>
    </w:p>
    <w:p w14:paraId="6F80A44E" w14:textId="77777777" w:rsidR="00103C2D" w:rsidRPr="00094B5A" w:rsidRDefault="00103C2D" w:rsidP="00103C2D">
      <w:pPr>
        <w:pStyle w:val="ListParagraph"/>
        <w:spacing w:before="0" w:after="0" w:line="360" w:lineRule="auto"/>
        <w:ind w:left="360" w:right="-1" w:firstLine="0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Заместници</w:t>
      </w:r>
      <w:r w:rsidRPr="00094B5A">
        <w:rPr>
          <w:rFonts w:ascii="Times New Roman" w:hAnsi="Times New Roman"/>
          <w:i/>
          <w:sz w:val="24"/>
          <w:szCs w:val="24"/>
          <w:u w:val="single"/>
        </w:rPr>
        <w:t>:</w:t>
      </w:r>
    </w:p>
    <w:p w14:paraId="352C3FAB" w14:textId="19800EC2" w:rsidR="00103C2D" w:rsidRPr="00094B5A" w:rsidRDefault="004F680F" w:rsidP="00103C2D">
      <w:pPr>
        <w:pStyle w:val="ListParagraph"/>
        <w:numPr>
          <w:ilvl w:val="0"/>
          <w:numId w:val="4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Атанас Узунов</w:t>
      </w:r>
      <w:r w:rsidR="00103C2D" w:rsidRPr="00094B5A">
        <w:rPr>
          <w:rFonts w:ascii="Times New Roman" w:hAnsi="Times New Roman"/>
          <w:sz w:val="24"/>
          <w:szCs w:val="24"/>
        </w:rPr>
        <w:t xml:space="preserve"> - председател на Общински съвет</w:t>
      </w:r>
      <w:r w:rsidR="009465A9">
        <w:rPr>
          <w:rFonts w:ascii="Times New Roman" w:hAnsi="Times New Roman"/>
          <w:sz w:val="24"/>
          <w:szCs w:val="24"/>
        </w:rPr>
        <w:t xml:space="preserve"> - </w:t>
      </w:r>
      <w:r w:rsidR="00103C2D" w:rsidRPr="00094B5A">
        <w:rPr>
          <w:rFonts w:ascii="Times New Roman" w:hAnsi="Times New Roman"/>
          <w:sz w:val="24"/>
          <w:szCs w:val="24"/>
        </w:rPr>
        <w:t>Пловдив</w:t>
      </w:r>
      <w:r w:rsidR="00103C2D">
        <w:rPr>
          <w:rFonts w:ascii="Times New Roman" w:hAnsi="Times New Roman"/>
          <w:sz w:val="24"/>
          <w:szCs w:val="24"/>
        </w:rPr>
        <w:t>;</w:t>
      </w:r>
    </w:p>
    <w:p w14:paraId="7D935C5B" w14:textId="30CD16AC" w:rsidR="00103C2D" w:rsidRPr="00094B5A" w:rsidRDefault="004F680F" w:rsidP="00103C2D">
      <w:pPr>
        <w:pStyle w:val="ListParagraph"/>
        <w:numPr>
          <w:ilvl w:val="0"/>
          <w:numId w:val="4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Павел Гуджеров</w:t>
      </w:r>
      <w:r w:rsidR="00103C2D" w:rsidRPr="00094B5A">
        <w:rPr>
          <w:rFonts w:ascii="Times New Roman" w:hAnsi="Times New Roman"/>
          <w:sz w:val="24"/>
          <w:szCs w:val="24"/>
        </w:rPr>
        <w:t xml:space="preserve"> - кмет на община </w:t>
      </w:r>
      <w:r>
        <w:rPr>
          <w:rFonts w:ascii="Times New Roman" w:hAnsi="Times New Roman"/>
          <w:sz w:val="24"/>
          <w:szCs w:val="24"/>
        </w:rPr>
        <w:t>Раковски</w:t>
      </w:r>
      <w:r w:rsidR="00103C2D">
        <w:rPr>
          <w:rFonts w:ascii="Times New Roman" w:hAnsi="Times New Roman"/>
          <w:sz w:val="24"/>
          <w:szCs w:val="24"/>
        </w:rPr>
        <w:t>;</w:t>
      </w:r>
    </w:p>
    <w:p w14:paraId="194B1C14" w14:textId="5756B122" w:rsidR="00103C2D" w:rsidRPr="00094B5A" w:rsidRDefault="004F680F" w:rsidP="00103C2D">
      <w:pPr>
        <w:pStyle w:val="ListParagraph"/>
        <w:numPr>
          <w:ilvl w:val="0"/>
          <w:numId w:val="4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Доньо Тодоров</w:t>
      </w:r>
      <w:r w:rsidR="00103C2D" w:rsidRPr="00094B5A">
        <w:rPr>
          <w:rFonts w:ascii="Times New Roman" w:hAnsi="Times New Roman"/>
          <w:sz w:val="24"/>
          <w:szCs w:val="24"/>
        </w:rPr>
        <w:t xml:space="preserve"> - председател на Общински съвет</w:t>
      </w:r>
      <w:r w:rsidR="009465A9">
        <w:rPr>
          <w:rFonts w:ascii="Times New Roman" w:hAnsi="Times New Roman"/>
          <w:sz w:val="24"/>
          <w:szCs w:val="24"/>
        </w:rPr>
        <w:t xml:space="preserve"> -</w:t>
      </w:r>
      <w:r w:rsidR="00103C2D" w:rsidRPr="00094B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Карлово</w:t>
      </w:r>
      <w:r w:rsidR="00103C2D">
        <w:rPr>
          <w:rFonts w:ascii="Times New Roman" w:hAnsi="Times New Roman"/>
          <w:sz w:val="24"/>
          <w:szCs w:val="24"/>
        </w:rPr>
        <w:t>;</w:t>
      </w:r>
    </w:p>
    <w:p w14:paraId="7180D90B" w14:textId="393724C0" w:rsidR="00103C2D" w:rsidRPr="00094B5A" w:rsidRDefault="004F680F" w:rsidP="00103C2D">
      <w:pPr>
        <w:pStyle w:val="ListParagraph"/>
        <w:numPr>
          <w:ilvl w:val="0"/>
          <w:numId w:val="4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Павел Михайлов</w:t>
      </w:r>
      <w:r w:rsidR="00103C2D" w:rsidRPr="00094B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103C2D" w:rsidRPr="00094B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кмет на община Родопи</w:t>
      </w:r>
      <w:r w:rsidR="00103C2D">
        <w:rPr>
          <w:rFonts w:ascii="Times New Roman" w:hAnsi="Times New Roman"/>
          <w:sz w:val="24"/>
          <w:szCs w:val="24"/>
        </w:rPr>
        <w:t>;</w:t>
      </w:r>
    </w:p>
    <w:p w14:paraId="77137A85" w14:textId="262B68FA" w:rsidR="00103C2D" w:rsidRPr="00094B5A" w:rsidRDefault="004F680F" w:rsidP="00103C2D">
      <w:pPr>
        <w:pStyle w:val="ListParagraph"/>
        <w:numPr>
          <w:ilvl w:val="0"/>
          <w:numId w:val="4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Мария Белчева</w:t>
      </w:r>
      <w:r w:rsidR="00A168E3">
        <w:rPr>
          <w:rFonts w:ascii="Times New Roman" w:hAnsi="Times New Roman"/>
          <w:sz w:val="24"/>
          <w:szCs w:val="24"/>
        </w:rPr>
        <w:t xml:space="preserve"> -</w:t>
      </w:r>
      <w:r w:rsidR="00103C2D" w:rsidRPr="00094B5A">
        <w:rPr>
          <w:rFonts w:ascii="Times New Roman" w:hAnsi="Times New Roman"/>
          <w:sz w:val="24"/>
          <w:szCs w:val="24"/>
        </w:rPr>
        <w:t xml:space="preserve"> кмет на община </w:t>
      </w:r>
      <w:r w:rsidR="00376F55">
        <w:rPr>
          <w:rFonts w:ascii="Times New Roman" w:hAnsi="Times New Roman"/>
          <w:sz w:val="24"/>
          <w:szCs w:val="24"/>
        </w:rPr>
        <w:t>Куклен</w:t>
      </w:r>
      <w:r w:rsidR="00103C2D">
        <w:rPr>
          <w:rFonts w:ascii="Times New Roman" w:hAnsi="Times New Roman"/>
          <w:sz w:val="24"/>
          <w:szCs w:val="24"/>
        </w:rPr>
        <w:t>;</w:t>
      </w:r>
    </w:p>
    <w:p w14:paraId="41504683" w14:textId="74FDF7F2" w:rsidR="00103C2D" w:rsidRPr="00094B5A" w:rsidRDefault="00376F55" w:rsidP="00103C2D">
      <w:pPr>
        <w:pStyle w:val="ListParagraph"/>
        <w:numPr>
          <w:ilvl w:val="0"/>
          <w:numId w:val="4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Николай Митков</w:t>
      </w:r>
      <w:r w:rsidR="00103C2D" w:rsidRPr="00094B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103C2D" w:rsidRPr="00094B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кмет на община Първомай</w:t>
      </w:r>
      <w:r w:rsidR="00103C2D">
        <w:rPr>
          <w:rFonts w:ascii="Times New Roman" w:hAnsi="Times New Roman"/>
          <w:sz w:val="24"/>
          <w:szCs w:val="24"/>
        </w:rPr>
        <w:t>;</w:t>
      </w:r>
    </w:p>
    <w:p w14:paraId="3FADF5B8" w14:textId="77777777" w:rsidR="00103C2D" w:rsidRPr="00D64CA6" w:rsidRDefault="00103C2D" w:rsidP="00103C2D">
      <w:pPr>
        <w:spacing w:before="0" w:after="0"/>
        <w:ind w:left="360" w:right="-1" w:firstLine="0"/>
        <w:jc w:val="both"/>
        <w:rPr>
          <w:b/>
          <w:i/>
        </w:rPr>
      </w:pPr>
      <w:r w:rsidRPr="00D64CA6">
        <w:rPr>
          <w:b/>
          <w:i/>
        </w:rPr>
        <w:t xml:space="preserve">Представители на общините от област </w:t>
      </w:r>
      <w:r w:rsidRPr="00D64CA6">
        <w:rPr>
          <w:b/>
          <w:i/>
          <w:color w:val="000000"/>
        </w:rPr>
        <w:t>Смолян</w:t>
      </w:r>
      <w:r w:rsidRPr="00D64CA6">
        <w:rPr>
          <w:b/>
          <w:i/>
        </w:rPr>
        <w:t>:</w:t>
      </w:r>
    </w:p>
    <w:p w14:paraId="0FB85D6D" w14:textId="77777777" w:rsidR="00103C2D" w:rsidRPr="00094B5A" w:rsidRDefault="00103C2D" w:rsidP="00103C2D">
      <w:pPr>
        <w:pStyle w:val="ListParagraph"/>
        <w:numPr>
          <w:ilvl w:val="0"/>
          <w:numId w:val="1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94B5A">
        <w:rPr>
          <w:rFonts w:ascii="Times New Roman" w:hAnsi="Times New Roman"/>
          <w:b/>
          <w:sz w:val="24"/>
          <w:szCs w:val="24"/>
        </w:rPr>
        <w:t>Николай Мелемов</w:t>
      </w:r>
      <w:r w:rsidRPr="00094B5A">
        <w:rPr>
          <w:rFonts w:ascii="Times New Roman" w:hAnsi="Times New Roman"/>
          <w:sz w:val="24"/>
          <w:szCs w:val="24"/>
        </w:rPr>
        <w:t xml:space="preserve"> - кмет на община Смолян;</w:t>
      </w:r>
    </w:p>
    <w:p w14:paraId="2EE4E050" w14:textId="709FEA55" w:rsidR="00103C2D" w:rsidRPr="00094B5A" w:rsidRDefault="00376F55" w:rsidP="00103C2D">
      <w:pPr>
        <w:pStyle w:val="ListParagraph"/>
        <w:numPr>
          <w:ilvl w:val="0"/>
          <w:numId w:val="1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94B5A">
        <w:rPr>
          <w:rFonts w:ascii="Times New Roman" w:hAnsi="Times New Roman"/>
          <w:b/>
          <w:bCs/>
          <w:sz w:val="24"/>
          <w:szCs w:val="24"/>
        </w:rPr>
        <w:t>Фахри Молайсенов</w:t>
      </w:r>
      <w:r w:rsidRPr="00094B5A">
        <w:rPr>
          <w:rFonts w:ascii="Times New Roman" w:hAnsi="Times New Roman"/>
          <w:bCs/>
          <w:sz w:val="24"/>
          <w:szCs w:val="24"/>
        </w:rPr>
        <w:t xml:space="preserve"> </w:t>
      </w:r>
      <w:r w:rsidRPr="00094B5A">
        <w:rPr>
          <w:rFonts w:ascii="Times New Roman" w:hAnsi="Times New Roman"/>
          <w:sz w:val="24"/>
          <w:szCs w:val="24"/>
        </w:rPr>
        <w:t>- кмет на община Мадан</w:t>
      </w:r>
      <w:r w:rsidRPr="00094B5A" w:rsidDel="00376F55">
        <w:rPr>
          <w:rFonts w:ascii="Times New Roman" w:hAnsi="Times New Roman"/>
          <w:b/>
          <w:sz w:val="24"/>
          <w:szCs w:val="24"/>
        </w:rPr>
        <w:t xml:space="preserve"> </w:t>
      </w:r>
      <w:r w:rsidR="00103C2D" w:rsidRPr="00094B5A">
        <w:rPr>
          <w:rFonts w:ascii="Times New Roman" w:hAnsi="Times New Roman"/>
          <w:sz w:val="24"/>
          <w:szCs w:val="24"/>
        </w:rPr>
        <w:t>;</w:t>
      </w:r>
    </w:p>
    <w:p w14:paraId="1D7E1C01" w14:textId="77777777" w:rsidR="00103C2D" w:rsidRPr="00094B5A" w:rsidRDefault="00103C2D" w:rsidP="00103C2D">
      <w:pPr>
        <w:spacing w:before="0" w:after="0"/>
        <w:ind w:right="-1" w:firstLine="360"/>
        <w:jc w:val="both"/>
        <w:rPr>
          <w:i/>
          <w:u w:val="single"/>
        </w:rPr>
      </w:pPr>
      <w:r>
        <w:rPr>
          <w:i/>
          <w:u w:val="single"/>
        </w:rPr>
        <w:t>Заместници</w:t>
      </w:r>
      <w:r w:rsidRPr="00094B5A">
        <w:rPr>
          <w:i/>
          <w:u w:val="single"/>
        </w:rPr>
        <w:t>:</w:t>
      </w:r>
    </w:p>
    <w:p w14:paraId="0A051C05" w14:textId="55899FD3" w:rsidR="00103C2D" w:rsidRPr="00094B5A" w:rsidRDefault="00376F55" w:rsidP="00103C2D">
      <w:pPr>
        <w:pStyle w:val="ListParagraph"/>
        <w:numPr>
          <w:ilvl w:val="0"/>
          <w:numId w:val="5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Здравко Иванов</w:t>
      </w:r>
      <w:r w:rsidR="00103C2D" w:rsidRPr="00094B5A">
        <w:rPr>
          <w:rFonts w:ascii="Times New Roman" w:hAnsi="Times New Roman"/>
          <w:bCs/>
          <w:sz w:val="24"/>
          <w:szCs w:val="24"/>
        </w:rPr>
        <w:t xml:space="preserve"> </w:t>
      </w:r>
      <w:r w:rsidR="00103C2D" w:rsidRPr="00094B5A">
        <w:rPr>
          <w:rFonts w:ascii="Times New Roman" w:hAnsi="Times New Roman"/>
          <w:sz w:val="24"/>
          <w:szCs w:val="24"/>
        </w:rPr>
        <w:t xml:space="preserve">- кмет на община </w:t>
      </w:r>
      <w:r>
        <w:rPr>
          <w:rFonts w:ascii="Times New Roman" w:hAnsi="Times New Roman"/>
          <w:sz w:val="24"/>
          <w:szCs w:val="24"/>
        </w:rPr>
        <w:t>Девин</w:t>
      </w:r>
      <w:r w:rsidR="00103C2D">
        <w:rPr>
          <w:rFonts w:ascii="Times New Roman" w:hAnsi="Times New Roman"/>
          <w:sz w:val="24"/>
          <w:szCs w:val="24"/>
        </w:rPr>
        <w:t>;</w:t>
      </w:r>
    </w:p>
    <w:p w14:paraId="0110B480" w14:textId="7ACFA830" w:rsidR="00103C2D" w:rsidRPr="00094B5A" w:rsidRDefault="00376F55" w:rsidP="00103C2D">
      <w:pPr>
        <w:pStyle w:val="ListParagraph"/>
        <w:numPr>
          <w:ilvl w:val="0"/>
          <w:numId w:val="5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Боран Хаджиев</w:t>
      </w:r>
      <w:r w:rsidR="00103C2D" w:rsidRPr="00094B5A">
        <w:rPr>
          <w:rFonts w:ascii="Times New Roman" w:hAnsi="Times New Roman"/>
          <w:sz w:val="24"/>
          <w:szCs w:val="24"/>
        </w:rPr>
        <w:t xml:space="preserve"> - кмет на община </w:t>
      </w:r>
      <w:r>
        <w:rPr>
          <w:rFonts w:ascii="Times New Roman" w:hAnsi="Times New Roman"/>
          <w:sz w:val="24"/>
          <w:szCs w:val="24"/>
        </w:rPr>
        <w:t>Чепеларе</w:t>
      </w:r>
      <w:r w:rsidR="00103C2D">
        <w:rPr>
          <w:rFonts w:ascii="Times New Roman" w:hAnsi="Times New Roman"/>
          <w:sz w:val="24"/>
          <w:szCs w:val="24"/>
        </w:rPr>
        <w:t>;</w:t>
      </w:r>
    </w:p>
    <w:p w14:paraId="78E94D51" w14:textId="77777777" w:rsidR="00103C2D" w:rsidRPr="00D64CA6" w:rsidRDefault="00103C2D" w:rsidP="00103C2D">
      <w:pPr>
        <w:spacing w:before="0" w:after="0"/>
        <w:ind w:left="360" w:right="-1" w:firstLine="0"/>
        <w:jc w:val="both"/>
        <w:rPr>
          <w:b/>
          <w:i/>
        </w:rPr>
      </w:pPr>
      <w:r w:rsidRPr="00D64CA6">
        <w:rPr>
          <w:b/>
          <w:i/>
        </w:rPr>
        <w:t xml:space="preserve">Представители на общините от област </w:t>
      </w:r>
      <w:r w:rsidRPr="00D64CA6">
        <w:rPr>
          <w:b/>
          <w:i/>
          <w:color w:val="000000"/>
        </w:rPr>
        <w:t>Хасково</w:t>
      </w:r>
      <w:r w:rsidRPr="00D64CA6">
        <w:rPr>
          <w:b/>
          <w:i/>
        </w:rPr>
        <w:t>:</w:t>
      </w:r>
    </w:p>
    <w:p w14:paraId="29480CD2" w14:textId="77777777" w:rsidR="00103C2D" w:rsidRPr="00094B5A" w:rsidRDefault="00103C2D" w:rsidP="00103C2D">
      <w:pPr>
        <w:pStyle w:val="ListParagraph"/>
        <w:numPr>
          <w:ilvl w:val="0"/>
          <w:numId w:val="1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94B5A">
        <w:rPr>
          <w:rFonts w:ascii="Times New Roman" w:hAnsi="Times New Roman"/>
          <w:b/>
          <w:sz w:val="24"/>
          <w:szCs w:val="24"/>
        </w:rPr>
        <w:t>Станислав Дечев</w:t>
      </w:r>
      <w:r w:rsidRPr="00094B5A">
        <w:rPr>
          <w:rFonts w:ascii="Times New Roman" w:hAnsi="Times New Roman"/>
          <w:sz w:val="24"/>
          <w:szCs w:val="24"/>
        </w:rPr>
        <w:t xml:space="preserve"> - кмет на община Хасково;</w:t>
      </w:r>
    </w:p>
    <w:p w14:paraId="4C20A4FD" w14:textId="77777777" w:rsidR="00103C2D" w:rsidRPr="00094B5A" w:rsidRDefault="00103C2D" w:rsidP="00103C2D">
      <w:pPr>
        <w:pStyle w:val="ListParagraph"/>
        <w:numPr>
          <w:ilvl w:val="0"/>
          <w:numId w:val="1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94B5A">
        <w:rPr>
          <w:rFonts w:ascii="Times New Roman" w:hAnsi="Times New Roman"/>
          <w:b/>
          <w:sz w:val="24"/>
          <w:szCs w:val="24"/>
        </w:rPr>
        <w:t>Анастас Карчев</w:t>
      </w:r>
      <w:r w:rsidRPr="00094B5A">
        <w:rPr>
          <w:rFonts w:ascii="Times New Roman" w:hAnsi="Times New Roman"/>
          <w:sz w:val="24"/>
          <w:szCs w:val="24"/>
        </w:rPr>
        <w:t xml:space="preserve"> - кмет на община Свиленград;</w:t>
      </w:r>
    </w:p>
    <w:p w14:paraId="1B664971" w14:textId="05DF6E3A" w:rsidR="00103C2D" w:rsidRPr="00094B5A" w:rsidRDefault="00376F55" w:rsidP="00103C2D">
      <w:pPr>
        <w:pStyle w:val="ListParagraph"/>
        <w:numPr>
          <w:ilvl w:val="0"/>
          <w:numId w:val="1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Иво Димов</w:t>
      </w:r>
      <w:r w:rsidR="00103C2D" w:rsidRPr="00094B5A">
        <w:rPr>
          <w:rFonts w:ascii="Times New Roman" w:hAnsi="Times New Roman"/>
          <w:sz w:val="24"/>
          <w:szCs w:val="24"/>
        </w:rPr>
        <w:t xml:space="preserve"> - кмет на община </w:t>
      </w:r>
      <w:r>
        <w:rPr>
          <w:rFonts w:ascii="Times New Roman" w:hAnsi="Times New Roman"/>
          <w:sz w:val="24"/>
          <w:szCs w:val="24"/>
        </w:rPr>
        <w:t>Димитровград</w:t>
      </w:r>
      <w:r w:rsidR="00103C2D" w:rsidRPr="00094B5A">
        <w:rPr>
          <w:rFonts w:ascii="Times New Roman" w:hAnsi="Times New Roman"/>
          <w:sz w:val="24"/>
          <w:szCs w:val="24"/>
        </w:rPr>
        <w:t>;</w:t>
      </w:r>
    </w:p>
    <w:p w14:paraId="3E1C2B20" w14:textId="77777777" w:rsidR="00103C2D" w:rsidRPr="00094B5A" w:rsidRDefault="00103C2D" w:rsidP="00103C2D">
      <w:pPr>
        <w:pStyle w:val="ListParagraph"/>
        <w:spacing w:before="0" w:after="0" w:line="360" w:lineRule="auto"/>
        <w:ind w:left="360" w:right="-1" w:firstLine="0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Заместници</w:t>
      </w:r>
      <w:r w:rsidRPr="00094B5A">
        <w:rPr>
          <w:rFonts w:ascii="Times New Roman" w:hAnsi="Times New Roman"/>
          <w:i/>
          <w:sz w:val="24"/>
          <w:szCs w:val="24"/>
          <w:u w:val="single"/>
        </w:rPr>
        <w:t>:</w:t>
      </w:r>
    </w:p>
    <w:p w14:paraId="59AF3182" w14:textId="415F9EA9" w:rsidR="00103C2D" w:rsidRPr="00094B5A" w:rsidRDefault="00376F55" w:rsidP="00103C2D">
      <w:pPr>
        <w:pStyle w:val="ListParagraph"/>
        <w:numPr>
          <w:ilvl w:val="0"/>
          <w:numId w:val="5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Ерджан Юсуф</w:t>
      </w:r>
      <w:r w:rsidR="00103C2D" w:rsidRPr="00094B5A">
        <w:rPr>
          <w:rFonts w:ascii="Times New Roman" w:hAnsi="Times New Roman"/>
          <w:sz w:val="24"/>
          <w:szCs w:val="24"/>
        </w:rPr>
        <w:t xml:space="preserve"> - кмет на община </w:t>
      </w:r>
      <w:r>
        <w:rPr>
          <w:rFonts w:ascii="Times New Roman" w:hAnsi="Times New Roman"/>
          <w:sz w:val="24"/>
          <w:szCs w:val="24"/>
        </w:rPr>
        <w:t>Маджарово</w:t>
      </w:r>
      <w:r w:rsidR="00103C2D">
        <w:rPr>
          <w:rFonts w:ascii="Times New Roman" w:hAnsi="Times New Roman"/>
          <w:sz w:val="24"/>
          <w:szCs w:val="24"/>
        </w:rPr>
        <w:t>;</w:t>
      </w:r>
    </w:p>
    <w:p w14:paraId="310B1B9F" w14:textId="77777777" w:rsidR="00103C2D" w:rsidRPr="00094B5A" w:rsidRDefault="00103C2D" w:rsidP="00103C2D">
      <w:pPr>
        <w:pStyle w:val="ListParagraph"/>
        <w:numPr>
          <w:ilvl w:val="0"/>
          <w:numId w:val="5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94B5A">
        <w:rPr>
          <w:rFonts w:ascii="Times New Roman" w:hAnsi="Times New Roman"/>
          <w:b/>
          <w:sz w:val="24"/>
          <w:szCs w:val="24"/>
        </w:rPr>
        <w:t>Диана Овчарова</w:t>
      </w:r>
      <w:r w:rsidRPr="00094B5A">
        <w:rPr>
          <w:rFonts w:ascii="Times New Roman" w:hAnsi="Times New Roman"/>
          <w:sz w:val="24"/>
          <w:szCs w:val="24"/>
        </w:rPr>
        <w:t xml:space="preserve"> - кмет на община Ивайловград</w:t>
      </w:r>
      <w:r>
        <w:rPr>
          <w:rFonts w:ascii="Times New Roman" w:hAnsi="Times New Roman"/>
          <w:sz w:val="24"/>
          <w:szCs w:val="24"/>
        </w:rPr>
        <w:t>;</w:t>
      </w:r>
    </w:p>
    <w:p w14:paraId="43C046A0" w14:textId="7B80B6A3" w:rsidR="00103C2D" w:rsidRPr="00103C2D" w:rsidRDefault="00103C2D" w:rsidP="00103C2D">
      <w:pPr>
        <w:pStyle w:val="ListParagraph"/>
        <w:numPr>
          <w:ilvl w:val="0"/>
          <w:numId w:val="5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94B5A">
        <w:rPr>
          <w:rFonts w:ascii="Times New Roman" w:hAnsi="Times New Roman"/>
          <w:b/>
          <w:sz w:val="24"/>
          <w:szCs w:val="24"/>
        </w:rPr>
        <w:lastRenderedPageBreak/>
        <w:t>Аднан Йълдъз</w:t>
      </w:r>
      <w:r w:rsidRPr="00094B5A">
        <w:rPr>
          <w:rFonts w:ascii="Times New Roman" w:hAnsi="Times New Roman"/>
          <w:sz w:val="24"/>
          <w:szCs w:val="24"/>
        </w:rPr>
        <w:t xml:space="preserve"> - кмет на община Стамболово</w:t>
      </w:r>
      <w:r>
        <w:rPr>
          <w:rFonts w:ascii="Times New Roman" w:hAnsi="Times New Roman"/>
          <w:sz w:val="24"/>
          <w:szCs w:val="24"/>
        </w:rPr>
        <w:t>;</w:t>
      </w:r>
    </w:p>
    <w:p w14:paraId="42623C7F" w14:textId="031854C1" w:rsidR="00103C2D" w:rsidRPr="00094B5A" w:rsidRDefault="00103C2D" w:rsidP="00103C2D">
      <w:pPr>
        <w:spacing w:before="0" w:after="0"/>
        <w:ind w:right="-1" w:firstLine="0"/>
        <w:jc w:val="both"/>
        <w:rPr>
          <w:lang w:val="en-US"/>
        </w:rPr>
      </w:pPr>
      <w:r w:rsidRPr="00094B5A">
        <w:rPr>
          <w:b/>
          <w:lang w:val="en-US"/>
        </w:rPr>
        <w:t xml:space="preserve">II. </w:t>
      </w:r>
      <w:r w:rsidRPr="00094B5A">
        <w:rPr>
          <w:b/>
        </w:rPr>
        <w:t xml:space="preserve">Наблюдатели с право на съвещателен глас, по чл.18, ал.13, т.6-11 от ЗРР, които имат право на глас, единствено </w:t>
      </w:r>
      <w:r w:rsidRPr="00094B5A">
        <w:rPr>
          <w:b/>
          <w:lang w:val="en"/>
        </w:rPr>
        <w:t>при приемането на решения по чл. 19, ал. 1, т. 3 от ЗРР</w:t>
      </w:r>
      <w:r w:rsidRPr="00094B5A">
        <w:rPr>
          <w:lang w:val="en"/>
        </w:rPr>
        <w:t>;</w:t>
      </w:r>
    </w:p>
    <w:p w14:paraId="4DB79BD8" w14:textId="77777777" w:rsidR="00103C2D" w:rsidRPr="00177E95" w:rsidRDefault="00103C2D" w:rsidP="00103C2D">
      <w:pPr>
        <w:spacing w:before="0" w:after="0"/>
        <w:ind w:right="-1" w:firstLine="0"/>
        <w:jc w:val="both"/>
      </w:pPr>
      <w:r w:rsidRPr="00177E95">
        <w:t xml:space="preserve">22. </w:t>
      </w:r>
      <w:r w:rsidRPr="00177E95">
        <w:rPr>
          <w:b/>
        </w:rPr>
        <w:t>Десислава Стойкова</w:t>
      </w:r>
      <w:r w:rsidRPr="00177E95">
        <w:t xml:space="preserve"> - юрисконсулт в НСОРБ - представител на Национално сдружение на общините в Република България;</w:t>
      </w:r>
    </w:p>
    <w:p w14:paraId="17E280CB" w14:textId="57781248" w:rsidR="00103C2D" w:rsidRPr="00177E95" w:rsidRDefault="00103C2D" w:rsidP="00103C2D">
      <w:pPr>
        <w:spacing w:before="0" w:after="0"/>
        <w:ind w:right="-1" w:firstLine="360"/>
        <w:jc w:val="both"/>
        <w:rPr>
          <w:i/>
          <w:u w:val="single"/>
        </w:rPr>
      </w:pPr>
      <w:r w:rsidRPr="00177E95">
        <w:rPr>
          <w:i/>
          <w:u w:val="single"/>
        </w:rPr>
        <w:t>Заместни</w:t>
      </w:r>
      <w:r w:rsidR="00FF7140">
        <w:rPr>
          <w:i/>
          <w:u w:val="single"/>
        </w:rPr>
        <w:t>к</w:t>
      </w:r>
      <w:r w:rsidRPr="00177E95">
        <w:rPr>
          <w:i/>
          <w:u w:val="single"/>
        </w:rPr>
        <w:t>:</w:t>
      </w:r>
    </w:p>
    <w:p w14:paraId="67739E9F" w14:textId="77777777" w:rsidR="00103C2D" w:rsidRPr="00177E95" w:rsidRDefault="00103C2D" w:rsidP="00103C2D">
      <w:pPr>
        <w:pStyle w:val="ListParagraph"/>
        <w:numPr>
          <w:ilvl w:val="0"/>
          <w:numId w:val="14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>Симеон Петков</w:t>
      </w:r>
      <w:r w:rsidRPr="00177E95">
        <w:rPr>
          <w:rFonts w:ascii="Times New Roman" w:hAnsi="Times New Roman"/>
          <w:sz w:val="24"/>
          <w:szCs w:val="24"/>
        </w:rPr>
        <w:t xml:space="preserve"> - старши експерт „Земеделие, гори, селски и планински райони“ в НСОРБ;</w:t>
      </w:r>
    </w:p>
    <w:p w14:paraId="5999206A" w14:textId="11BFB7A1" w:rsidR="00103C2D" w:rsidRPr="00177E95" w:rsidRDefault="00103C2D" w:rsidP="00103C2D">
      <w:pPr>
        <w:spacing w:before="0" w:after="0"/>
        <w:ind w:right="-1" w:firstLine="0"/>
        <w:jc w:val="both"/>
      </w:pPr>
      <w:r w:rsidRPr="00177E95">
        <w:t xml:space="preserve">23. </w:t>
      </w:r>
      <w:r w:rsidR="00805590" w:rsidRPr="00177E95">
        <w:rPr>
          <w:b/>
        </w:rPr>
        <w:t>Сергей Стоянов</w:t>
      </w:r>
      <w:r w:rsidRPr="00177E95">
        <w:t xml:space="preserve"> </w:t>
      </w:r>
      <w:r w:rsidR="00805590" w:rsidRPr="00177E95">
        <w:rPr>
          <w:lang w:val="en-US"/>
        </w:rPr>
        <w:t>–</w:t>
      </w:r>
      <w:r w:rsidRPr="00177E95">
        <w:rPr>
          <w:lang w:val="en-US"/>
        </w:rPr>
        <w:t xml:space="preserve"> </w:t>
      </w:r>
      <w:r w:rsidR="000C6062" w:rsidRPr="00177E95">
        <w:t xml:space="preserve">председател на УС на </w:t>
      </w:r>
      <w:r w:rsidR="00805590" w:rsidRPr="00177E95">
        <w:t xml:space="preserve">Камара на инсталаторите </w:t>
      </w:r>
      <w:r w:rsidRPr="00177E95">
        <w:t>в България - представител на национално представените организации на работодателите на територията на Южен централен регион за планиране от ниво 2;</w:t>
      </w:r>
    </w:p>
    <w:p w14:paraId="627D5680" w14:textId="02F455DD" w:rsidR="00103C2D" w:rsidRPr="00177E95" w:rsidRDefault="00103C2D" w:rsidP="00103C2D">
      <w:pPr>
        <w:spacing w:before="0" w:after="0"/>
        <w:ind w:right="-1" w:firstLine="0"/>
        <w:jc w:val="both"/>
      </w:pPr>
      <w:r w:rsidRPr="00177E95">
        <w:t xml:space="preserve">24. </w:t>
      </w:r>
      <w:r w:rsidRPr="00177E95">
        <w:rPr>
          <w:b/>
        </w:rPr>
        <w:t>Елза Маркова</w:t>
      </w:r>
      <w:r w:rsidRPr="00177E95">
        <w:t xml:space="preserve"> </w:t>
      </w:r>
      <w:r w:rsidR="000C6062" w:rsidRPr="00177E95">
        <w:t>–</w:t>
      </w:r>
      <w:r w:rsidRPr="00177E95">
        <w:t xml:space="preserve"> </w:t>
      </w:r>
      <w:r w:rsidR="000C6062" w:rsidRPr="00177E95">
        <w:t xml:space="preserve">председател на ОС на </w:t>
      </w:r>
      <w:r w:rsidRPr="00177E95">
        <w:t>Конфедерация на работодателите и индустриалците в България - представител на национално представените организации на работодателите на територията на Южен централен регион за планиране от ниво 2;</w:t>
      </w:r>
    </w:p>
    <w:p w14:paraId="57D7D6BC" w14:textId="20981C5E" w:rsidR="00103C2D" w:rsidRPr="00177E95" w:rsidRDefault="00103C2D" w:rsidP="00D64CA6">
      <w:pPr>
        <w:spacing w:before="0" w:after="0"/>
        <w:ind w:right="-1" w:firstLine="0"/>
        <w:jc w:val="both"/>
        <w:rPr>
          <w:color w:val="000000" w:themeColor="text1"/>
        </w:rPr>
      </w:pPr>
      <w:r w:rsidRPr="00177E95">
        <w:rPr>
          <w:color w:val="000000" w:themeColor="text1"/>
        </w:rPr>
        <w:t xml:space="preserve">25. </w:t>
      </w:r>
      <w:r w:rsidR="000C6062" w:rsidRPr="00177E95">
        <w:rPr>
          <w:b/>
          <w:color w:val="000000" w:themeColor="text1"/>
        </w:rPr>
        <w:t xml:space="preserve">Йоанис Партениотис – </w:t>
      </w:r>
      <w:r w:rsidR="000C6062" w:rsidRPr="00177E95">
        <w:rPr>
          <w:color w:val="000000" w:themeColor="text1"/>
        </w:rPr>
        <w:t>вицепрезидент на КТ „Подкрепа“ - представител на национално представените организации на работниците и служителите;</w:t>
      </w:r>
    </w:p>
    <w:p w14:paraId="7A92576D" w14:textId="371AD12F" w:rsidR="000C6062" w:rsidRPr="00177E95" w:rsidRDefault="000C6062" w:rsidP="00D64CA6">
      <w:pPr>
        <w:spacing w:before="0" w:after="0"/>
        <w:ind w:right="-1" w:firstLine="709"/>
        <w:jc w:val="both"/>
        <w:rPr>
          <w:i/>
          <w:color w:val="000000" w:themeColor="text1"/>
          <w:u w:val="single"/>
        </w:rPr>
      </w:pPr>
      <w:r w:rsidRPr="00177E95">
        <w:rPr>
          <w:i/>
          <w:color w:val="000000" w:themeColor="text1"/>
          <w:u w:val="single"/>
        </w:rPr>
        <w:t xml:space="preserve">Заместник: </w:t>
      </w:r>
    </w:p>
    <w:p w14:paraId="0E55E0D6" w14:textId="3AD1F605" w:rsidR="00103C2D" w:rsidRPr="00177E95" w:rsidRDefault="00103C2D" w:rsidP="00D64CA6">
      <w:pPr>
        <w:pStyle w:val="ListParagraph"/>
        <w:numPr>
          <w:ilvl w:val="0"/>
          <w:numId w:val="16"/>
        </w:numPr>
        <w:spacing w:before="0" w:after="0" w:line="360" w:lineRule="auto"/>
        <w:ind w:right="-1"/>
        <w:jc w:val="both"/>
      </w:pPr>
      <w:r w:rsidRPr="00177E95">
        <w:rPr>
          <w:rFonts w:ascii="Times New Roman" w:hAnsi="Times New Roman"/>
          <w:b/>
          <w:sz w:val="24"/>
          <w:szCs w:val="24"/>
        </w:rPr>
        <w:t>Атанас Кръстев</w:t>
      </w:r>
      <w:r w:rsidRPr="00177E95">
        <w:rPr>
          <w:rFonts w:ascii="Times New Roman" w:hAnsi="Times New Roman"/>
          <w:sz w:val="24"/>
          <w:szCs w:val="24"/>
        </w:rPr>
        <w:t xml:space="preserve"> - КТ „Подкрепа“ – </w:t>
      </w:r>
      <w:r w:rsidR="000C6062" w:rsidRPr="00177E95">
        <w:rPr>
          <w:rFonts w:ascii="Times New Roman" w:hAnsi="Times New Roman"/>
          <w:sz w:val="24"/>
          <w:szCs w:val="24"/>
        </w:rPr>
        <w:t>п</w:t>
      </w:r>
      <w:r w:rsidRPr="00177E95">
        <w:rPr>
          <w:rFonts w:ascii="Times New Roman" w:hAnsi="Times New Roman"/>
          <w:sz w:val="24"/>
          <w:szCs w:val="24"/>
        </w:rPr>
        <w:t>редседател на</w:t>
      </w:r>
      <w:r w:rsidR="000C6062" w:rsidRPr="00177E95">
        <w:rPr>
          <w:rFonts w:ascii="Times New Roman" w:hAnsi="Times New Roman"/>
          <w:sz w:val="24"/>
          <w:szCs w:val="24"/>
        </w:rPr>
        <w:t xml:space="preserve"> СРС на КТ „Подкрепа“ – Пловдив </w:t>
      </w:r>
      <w:r w:rsidRPr="00177E95">
        <w:rPr>
          <w:rFonts w:ascii="Times New Roman" w:hAnsi="Times New Roman"/>
          <w:sz w:val="24"/>
          <w:szCs w:val="24"/>
        </w:rPr>
        <w:t>- представител на национално представените организации на работниците и служителите;</w:t>
      </w:r>
    </w:p>
    <w:p w14:paraId="0F9F32DC" w14:textId="6E03D516" w:rsidR="00103C2D" w:rsidRPr="00177E95" w:rsidRDefault="00103C2D" w:rsidP="00103C2D">
      <w:pPr>
        <w:spacing w:before="0" w:after="0"/>
        <w:ind w:right="-1" w:firstLine="0"/>
        <w:jc w:val="both"/>
      </w:pPr>
      <w:r w:rsidRPr="00177E95">
        <w:t>2</w:t>
      </w:r>
      <w:r w:rsidR="00EF1764" w:rsidRPr="00177E95">
        <w:t>6</w:t>
      </w:r>
      <w:r w:rsidRPr="00177E95">
        <w:t xml:space="preserve">. </w:t>
      </w:r>
      <w:r w:rsidR="00EF1764" w:rsidRPr="00177E95">
        <w:rPr>
          <w:b/>
        </w:rPr>
        <w:t>Даниела Алексиева-Стоянова</w:t>
      </w:r>
      <w:r w:rsidRPr="00177E95">
        <w:t xml:space="preserve"> – </w:t>
      </w:r>
      <w:r w:rsidR="00EF1764" w:rsidRPr="00177E95">
        <w:t xml:space="preserve">вицепрезидент на КНСБ - </w:t>
      </w:r>
      <w:r w:rsidRPr="00177E95">
        <w:t>представител на национално представените организации на работниците и служителите;</w:t>
      </w:r>
    </w:p>
    <w:p w14:paraId="5B1A65F1" w14:textId="2412A075" w:rsidR="00103C2D" w:rsidRPr="00094B5A" w:rsidRDefault="00EF1764" w:rsidP="00103C2D">
      <w:pPr>
        <w:spacing w:before="0" w:after="0"/>
        <w:ind w:right="-1" w:firstLine="0"/>
        <w:jc w:val="both"/>
      </w:pPr>
      <w:r w:rsidRPr="00177E95">
        <w:t>27</w:t>
      </w:r>
      <w:r w:rsidR="00103C2D" w:rsidRPr="00177E95">
        <w:t xml:space="preserve">. </w:t>
      </w:r>
      <w:r w:rsidR="00103C2D" w:rsidRPr="00177E95">
        <w:rPr>
          <w:b/>
        </w:rPr>
        <w:t>Проф. Валентина Николова-Алексиева</w:t>
      </w:r>
      <w:r w:rsidR="00103C2D" w:rsidRPr="00177E95">
        <w:t xml:space="preserve"> – декан на Стопански факултет, Университет за хранителни технологии</w:t>
      </w:r>
      <w:r w:rsidR="009465A9" w:rsidRPr="00177E95">
        <w:t xml:space="preserve"> -</w:t>
      </w:r>
      <w:r w:rsidR="00103C2D" w:rsidRPr="00177E95">
        <w:t xml:space="preserve"> Пловдив - представител на висшите училища в Южен централен регион за планиране от ниво</w:t>
      </w:r>
      <w:r w:rsidR="00103C2D" w:rsidRPr="00094B5A">
        <w:t xml:space="preserve"> 2;</w:t>
      </w:r>
    </w:p>
    <w:p w14:paraId="1EC5BA9A" w14:textId="79A27EE5" w:rsidR="00103C2D" w:rsidRPr="00094B5A" w:rsidRDefault="00103C2D" w:rsidP="00103C2D">
      <w:pPr>
        <w:spacing w:before="0" w:after="0"/>
        <w:ind w:right="-1" w:firstLine="0"/>
        <w:jc w:val="both"/>
      </w:pPr>
      <w:r w:rsidRPr="00094B5A">
        <w:t>2</w:t>
      </w:r>
      <w:r w:rsidR="00EF1764">
        <w:rPr>
          <w:lang w:val="en-US"/>
        </w:rPr>
        <w:t>8</w:t>
      </w:r>
      <w:r w:rsidRPr="00094B5A">
        <w:t xml:space="preserve">. </w:t>
      </w:r>
      <w:r w:rsidRPr="00094B5A">
        <w:rPr>
          <w:b/>
        </w:rPr>
        <w:t>Проф. д-р Надя Миронова</w:t>
      </w:r>
      <w:r w:rsidRPr="00094B5A">
        <w:t xml:space="preserve"> – директор на Център</w:t>
      </w:r>
      <w:r>
        <w:t>а</w:t>
      </w:r>
      <w:r w:rsidRPr="00094B5A">
        <w:t xml:space="preserve"> за дистанционно обучение на УНСС в Хасково и ръководител на катедра „Управление“, УНСС  - представител на висшите училища в </w:t>
      </w:r>
      <w:r>
        <w:t>Южен централен</w:t>
      </w:r>
      <w:r w:rsidRPr="00094B5A">
        <w:t xml:space="preserve"> регион за планиране от ниво 2;</w:t>
      </w:r>
    </w:p>
    <w:p w14:paraId="2FCA1AD2" w14:textId="69EB0196" w:rsidR="00103C2D" w:rsidRPr="006471B4" w:rsidRDefault="00EF1764" w:rsidP="00103C2D">
      <w:pPr>
        <w:spacing w:before="0" w:after="0"/>
        <w:ind w:right="-1" w:firstLine="0"/>
        <w:jc w:val="both"/>
      </w:pPr>
      <w:r w:rsidRPr="006471B4">
        <w:rPr>
          <w:lang w:val="en-US"/>
        </w:rPr>
        <w:t>29</w:t>
      </w:r>
      <w:r w:rsidR="00103C2D" w:rsidRPr="006471B4">
        <w:t xml:space="preserve">. </w:t>
      </w:r>
      <w:r w:rsidR="00103C2D" w:rsidRPr="006471B4">
        <w:rPr>
          <w:b/>
        </w:rPr>
        <w:t>Георги Чочев</w:t>
      </w:r>
      <w:r w:rsidR="00103C2D" w:rsidRPr="006471B4">
        <w:t xml:space="preserve"> – търговски мениджър в „Надеж“ ООД - представител на икономическия сектор от група предприятия „малки/микропредприятия“ в Южен централен регион за планиране от ниво 2;</w:t>
      </w:r>
    </w:p>
    <w:p w14:paraId="1D9404E9" w14:textId="77777777" w:rsidR="00BB65E9" w:rsidRDefault="00BB65E9" w:rsidP="00103C2D">
      <w:pPr>
        <w:spacing w:before="0" w:after="0"/>
        <w:ind w:right="-1" w:firstLine="709"/>
        <w:jc w:val="both"/>
        <w:rPr>
          <w:i/>
          <w:u w:val="single"/>
        </w:rPr>
      </w:pPr>
    </w:p>
    <w:p w14:paraId="7773C6D3" w14:textId="35F1F014" w:rsidR="00103C2D" w:rsidRPr="00D64CA6" w:rsidRDefault="004A5BED" w:rsidP="00103C2D">
      <w:pPr>
        <w:spacing w:before="0" w:after="0"/>
        <w:ind w:right="-1" w:firstLine="709"/>
        <w:jc w:val="both"/>
        <w:rPr>
          <w:i/>
          <w:u w:val="single"/>
        </w:rPr>
      </w:pPr>
      <w:r w:rsidRPr="00D64CA6">
        <w:rPr>
          <w:i/>
          <w:u w:val="single"/>
        </w:rPr>
        <w:lastRenderedPageBreak/>
        <w:t>Заместници:</w:t>
      </w:r>
      <w:r w:rsidR="00103C2D" w:rsidRPr="00D64CA6">
        <w:rPr>
          <w:i/>
          <w:u w:val="single"/>
        </w:rPr>
        <w:t xml:space="preserve"> </w:t>
      </w:r>
    </w:p>
    <w:p w14:paraId="2F9F7301" w14:textId="77777777" w:rsidR="00103C2D" w:rsidRPr="00D64CA6" w:rsidRDefault="00103C2D" w:rsidP="00103C2D">
      <w:pPr>
        <w:pStyle w:val="ListParagraph"/>
        <w:numPr>
          <w:ilvl w:val="0"/>
          <w:numId w:val="7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D64CA6">
        <w:rPr>
          <w:rFonts w:ascii="Times New Roman" w:hAnsi="Times New Roman"/>
          <w:b/>
          <w:sz w:val="24"/>
          <w:szCs w:val="24"/>
        </w:rPr>
        <w:t>Димитър Андреев</w:t>
      </w:r>
      <w:r w:rsidRPr="00D64CA6">
        <w:rPr>
          <w:rFonts w:ascii="Times New Roman" w:hAnsi="Times New Roman"/>
          <w:sz w:val="24"/>
          <w:szCs w:val="24"/>
        </w:rPr>
        <w:t xml:space="preserve"> – управител на „Бисофт“ ЕООД;</w:t>
      </w:r>
    </w:p>
    <w:p w14:paraId="130BCC00" w14:textId="77777777" w:rsidR="00103C2D" w:rsidRPr="00D64CA6" w:rsidRDefault="00103C2D" w:rsidP="00103C2D">
      <w:pPr>
        <w:pStyle w:val="ListParagraph"/>
        <w:numPr>
          <w:ilvl w:val="0"/>
          <w:numId w:val="7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D64CA6">
        <w:rPr>
          <w:rFonts w:ascii="Times New Roman" w:hAnsi="Times New Roman"/>
          <w:b/>
          <w:sz w:val="24"/>
          <w:szCs w:val="24"/>
        </w:rPr>
        <w:t>Йорданка Кляшева</w:t>
      </w:r>
      <w:r w:rsidRPr="00D64CA6">
        <w:rPr>
          <w:rFonts w:ascii="Times New Roman" w:hAnsi="Times New Roman"/>
          <w:sz w:val="24"/>
          <w:szCs w:val="24"/>
        </w:rPr>
        <w:t xml:space="preserve"> – управител на „Униспед Инс“ ЕООД;</w:t>
      </w:r>
    </w:p>
    <w:p w14:paraId="469DDF49" w14:textId="77777777" w:rsidR="00103C2D" w:rsidRPr="00D64CA6" w:rsidRDefault="00103C2D" w:rsidP="00103C2D">
      <w:pPr>
        <w:pStyle w:val="ListParagraph"/>
        <w:numPr>
          <w:ilvl w:val="0"/>
          <w:numId w:val="7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D64CA6">
        <w:rPr>
          <w:rFonts w:ascii="Times New Roman" w:hAnsi="Times New Roman"/>
          <w:b/>
          <w:sz w:val="24"/>
          <w:szCs w:val="24"/>
        </w:rPr>
        <w:t>Цонка Пеевска</w:t>
      </w:r>
      <w:r w:rsidRPr="00D64CA6">
        <w:rPr>
          <w:rFonts w:ascii="Times New Roman" w:hAnsi="Times New Roman"/>
          <w:sz w:val="24"/>
          <w:szCs w:val="24"/>
        </w:rPr>
        <w:t xml:space="preserve"> - упълномощен представител на „АДП-Смолян“ ООД;</w:t>
      </w:r>
    </w:p>
    <w:p w14:paraId="318BD1B5" w14:textId="4A6E9907" w:rsidR="00103C2D" w:rsidRPr="00D64CA6" w:rsidRDefault="00103C2D" w:rsidP="00103C2D">
      <w:pPr>
        <w:spacing w:before="0" w:after="0"/>
        <w:ind w:right="-1" w:firstLine="0"/>
        <w:jc w:val="both"/>
      </w:pPr>
      <w:r w:rsidRPr="00D64CA6">
        <w:t>3</w:t>
      </w:r>
      <w:r w:rsidR="008E0AB6" w:rsidRPr="00D64CA6">
        <w:t>0</w:t>
      </w:r>
      <w:r w:rsidRPr="00D64CA6">
        <w:t xml:space="preserve">. </w:t>
      </w:r>
      <w:r w:rsidRPr="00D64CA6">
        <w:rPr>
          <w:b/>
        </w:rPr>
        <w:t>Тихомир Ангелов</w:t>
      </w:r>
      <w:r w:rsidRPr="00D64CA6">
        <w:t xml:space="preserve"> –представител на „Хлебна промишленост“ АД</w:t>
      </w:r>
      <w:r w:rsidR="009465A9" w:rsidRPr="00D64CA6">
        <w:t xml:space="preserve"> </w:t>
      </w:r>
      <w:r w:rsidRPr="00D64CA6">
        <w:t>- представители на икономическия сектор от група предприятия „средни предприятия“ в Южен централен регион за планиране от ниво 2;</w:t>
      </w:r>
    </w:p>
    <w:p w14:paraId="5BF8CC97" w14:textId="07620150" w:rsidR="00103C2D" w:rsidRPr="00D64CA6" w:rsidRDefault="00A168E3" w:rsidP="00103C2D">
      <w:pPr>
        <w:spacing w:before="0" w:after="0"/>
        <w:ind w:right="-1" w:firstLine="709"/>
        <w:jc w:val="both"/>
        <w:rPr>
          <w:i/>
          <w:u w:val="single"/>
        </w:rPr>
      </w:pPr>
      <w:r w:rsidRPr="00D64CA6">
        <w:rPr>
          <w:i/>
          <w:u w:val="single"/>
        </w:rPr>
        <w:t>Заместник</w:t>
      </w:r>
      <w:r w:rsidR="00103C2D" w:rsidRPr="00D64CA6">
        <w:rPr>
          <w:i/>
          <w:u w:val="single"/>
        </w:rPr>
        <w:t xml:space="preserve">: </w:t>
      </w:r>
    </w:p>
    <w:p w14:paraId="72CDB3C4" w14:textId="3BC2F89E" w:rsidR="00103C2D" w:rsidRPr="006471B4" w:rsidRDefault="006471B4" w:rsidP="00103C2D">
      <w:pPr>
        <w:pStyle w:val="ListParagraph"/>
        <w:numPr>
          <w:ilvl w:val="0"/>
          <w:numId w:val="8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471B4">
        <w:rPr>
          <w:rFonts w:ascii="Times New Roman" w:hAnsi="Times New Roman"/>
          <w:b/>
          <w:sz w:val="24"/>
          <w:szCs w:val="24"/>
        </w:rPr>
        <w:t>Инж.</w:t>
      </w:r>
      <w:r w:rsidR="006076A2" w:rsidRPr="006471B4">
        <w:rPr>
          <w:rFonts w:ascii="Times New Roman" w:hAnsi="Times New Roman"/>
          <w:b/>
          <w:sz w:val="24"/>
          <w:szCs w:val="24"/>
        </w:rPr>
        <w:t xml:space="preserve"> </w:t>
      </w:r>
      <w:r w:rsidRPr="006471B4">
        <w:rPr>
          <w:rFonts w:ascii="Times New Roman" w:hAnsi="Times New Roman"/>
          <w:b/>
          <w:sz w:val="24"/>
          <w:szCs w:val="24"/>
        </w:rPr>
        <w:t>Сергей Стоянов</w:t>
      </w:r>
      <w:r w:rsidR="00103C2D" w:rsidRPr="006471B4">
        <w:rPr>
          <w:rFonts w:ascii="Times New Roman" w:hAnsi="Times New Roman"/>
          <w:sz w:val="24"/>
          <w:szCs w:val="24"/>
        </w:rPr>
        <w:t xml:space="preserve"> – </w:t>
      </w:r>
      <w:r w:rsidRPr="006471B4">
        <w:rPr>
          <w:rFonts w:ascii="Times New Roman" w:hAnsi="Times New Roman"/>
          <w:sz w:val="24"/>
          <w:szCs w:val="24"/>
        </w:rPr>
        <w:t xml:space="preserve">управител </w:t>
      </w:r>
      <w:r w:rsidR="00103C2D" w:rsidRPr="006471B4">
        <w:rPr>
          <w:rFonts w:ascii="Times New Roman" w:hAnsi="Times New Roman"/>
          <w:sz w:val="24"/>
          <w:szCs w:val="24"/>
        </w:rPr>
        <w:t>на „Инстал инженеринг СВ“ ООД;</w:t>
      </w:r>
    </w:p>
    <w:p w14:paraId="58764A28" w14:textId="12C5A862" w:rsidR="00103C2D" w:rsidRPr="00D64CA6" w:rsidRDefault="008E0AB6" w:rsidP="00103C2D">
      <w:pPr>
        <w:spacing w:before="0" w:after="0"/>
        <w:ind w:right="-1" w:firstLine="0"/>
        <w:jc w:val="both"/>
      </w:pPr>
      <w:r w:rsidRPr="00D64CA6">
        <w:t>31</w:t>
      </w:r>
      <w:r w:rsidR="00103C2D" w:rsidRPr="00D64CA6">
        <w:t xml:space="preserve">. </w:t>
      </w:r>
      <w:r w:rsidR="00103C2D" w:rsidRPr="00D64CA6">
        <w:rPr>
          <w:b/>
        </w:rPr>
        <w:t>инж. Пламен Панчев</w:t>
      </w:r>
      <w:r w:rsidR="00103C2D" w:rsidRPr="00D64CA6">
        <w:t xml:space="preserve"> – изпълнителен директор на „Тракия икономическа зона“ ЕАД - представител на икономическия сектор от група предприятия „големи предприятия“ в Южен централен регион за планиране от ниво 2;</w:t>
      </w:r>
    </w:p>
    <w:p w14:paraId="4D07C65C" w14:textId="77777777" w:rsidR="00103C2D" w:rsidRPr="00D64CA6" w:rsidRDefault="00103C2D" w:rsidP="00103C2D">
      <w:pPr>
        <w:spacing w:before="0" w:after="0"/>
        <w:ind w:right="-1" w:firstLine="709"/>
        <w:jc w:val="both"/>
        <w:rPr>
          <w:i/>
          <w:u w:val="single"/>
        </w:rPr>
      </w:pPr>
      <w:r w:rsidRPr="00D64CA6">
        <w:rPr>
          <w:i/>
          <w:u w:val="single"/>
        </w:rPr>
        <w:t xml:space="preserve">Заместници: </w:t>
      </w:r>
    </w:p>
    <w:p w14:paraId="3E518B7E" w14:textId="58DDEC5F" w:rsidR="00103C2D" w:rsidRPr="00B47DC8" w:rsidRDefault="00B47DC8" w:rsidP="00B47DC8">
      <w:pPr>
        <w:pStyle w:val="ListParagraph"/>
        <w:numPr>
          <w:ilvl w:val="0"/>
          <w:numId w:val="8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47DC8">
        <w:rPr>
          <w:rFonts w:ascii="Times New Roman" w:hAnsi="Times New Roman"/>
          <w:b/>
          <w:sz w:val="24"/>
          <w:szCs w:val="24"/>
        </w:rPr>
        <w:t>Щерю Радев</w:t>
      </w:r>
      <w:r w:rsidR="006A39FB">
        <w:rPr>
          <w:rFonts w:ascii="Times New Roman" w:hAnsi="Times New Roman"/>
          <w:sz w:val="24"/>
          <w:szCs w:val="24"/>
        </w:rPr>
        <w:t xml:space="preserve"> - ръководител на О</w:t>
      </w:r>
      <w:r w:rsidR="00103C2D" w:rsidRPr="00B47DC8">
        <w:rPr>
          <w:rFonts w:ascii="Times New Roman" w:hAnsi="Times New Roman"/>
          <w:sz w:val="24"/>
          <w:szCs w:val="24"/>
        </w:rPr>
        <w:t xml:space="preserve">тдел </w:t>
      </w:r>
      <w:r w:rsidRPr="00B47DC8">
        <w:rPr>
          <w:rFonts w:ascii="Times New Roman" w:hAnsi="Times New Roman"/>
          <w:sz w:val="24"/>
          <w:szCs w:val="24"/>
        </w:rPr>
        <w:t>„Регулаторни въпроси</w:t>
      </w:r>
      <w:r>
        <w:rPr>
          <w:rFonts w:ascii="Times New Roman" w:hAnsi="Times New Roman"/>
          <w:sz w:val="24"/>
          <w:szCs w:val="24"/>
        </w:rPr>
        <w:t>“</w:t>
      </w:r>
      <w:r w:rsidR="00103C2D" w:rsidRPr="00B47DC8">
        <w:rPr>
          <w:rFonts w:ascii="Times New Roman" w:hAnsi="Times New Roman"/>
          <w:sz w:val="24"/>
          <w:szCs w:val="24"/>
        </w:rPr>
        <w:t>, представляващ „Електроразпределение – ЮГ“ ЕАД</w:t>
      </w:r>
      <w:r>
        <w:rPr>
          <w:rFonts w:ascii="Times New Roman" w:hAnsi="Times New Roman"/>
          <w:sz w:val="24"/>
          <w:szCs w:val="24"/>
        </w:rPr>
        <w:t>;</w:t>
      </w:r>
    </w:p>
    <w:p w14:paraId="596132F8" w14:textId="34AEDEA8" w:rsidR="00103C2D" w:rsidRPr="00B47DC8" w:rsidRDefault="00103C2D" w:rsidP="00103C2D">
      <w:pPr>
        <w:pStyle w:val="ListParagraph"/>
        <w:numPr>
          <w:ilvl w:val="0"/>
          <w:numId w:val="8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47DC8">
        <w:rPr>
          <w:rFonts w:ascii="Times New Roman" w:hAnsi="Times New Roman"/>
          <w:b/>
          <w:sz w:val="24"/>
          <w:szCs w:val="24"/>
        </w:rPr>
        <w:t>Ангел Киров</w:t>
      </w:r>
      <w:r w:rsidRPr="00B47DC8">
        <w:rPr>
          <w:rFonts w:ascii="Times New Roman" w:hAnsi="Times New Roman"/>
          <w:sz w:val="24"/>
          <w:szCs w:val="24"/>
        </w:rPr>
        <w:t xml:space="preserve"> – ръководител на </w:t>
      </w:r>
      <w:r w:rsidR="006A39FB">
        <w:rPr>
          <w:rFonts w:ascii="Times New Roman" w:hAnsi="Times New Roman"/>
          <w:sz w:val="24"/>
          <w:szCs w:val="24"/>
        </w:rPr>
        <w:t>О</w:t>
      </w:r>
      <w:r w:rsidR="00B47DC8">
        <w:rPr>
          <w:rFonts w:ascii="Times New Roman" w:hAnsi="Times New Roman"/>
          <w:sz w:val="24"/>
          <w:szCs w:val="24"/>
        </w:rPr>
        <w:t>тдел</w:t>
      </w:r>
      <w:r w:rsidRPr="00B47DC8">
        <w:rPr>
          <w:rFonts w:ascii="Times New Roman" w:hAnsi="Times New Roman"/>
          <w:sz w:val="24"/>
          <w:szCs w:val="24"/>
        </w:rPr>
        <w:t xml:space="preserve"> „</w:t>
      </w:r>
      <w:r w:rsidR="00415106" w:rsidRPr="00B47DC8">
        <w:rPr>
          <w:rFonts w:ascii="Times New Roman" w:hAnsi="Times New Roman"/>
          <w:sz w:val="24"/>
          <w:szCs w:val="24"/>
        </w:rPr>
        <w:t xml:space="preserve">Продажба </w:t>
      </w:r>
      <w:r w:rsidRPr="00B47DC8">
        <w:rPr>
          <w:rFonts w:ascii="Times New Roman" w:hAnsi="Times New Roman"/>
          <w:sz w:val="24"/>
          <w:szCs w:val="24"/>
        </w:rPr>
        <w:t>на топлинна енергия и услуги“, представляващ „ЕВН България Топлофикация“ ЕАД</w:t>
      </w:r>
      <w:r w:rsidR="00B47DC8">
        <w:rPr>
          <w:rFonts w:ascii="Times New Roman" w:hAnsi="Times New Roman"/>
          <w:sz w:val="24"/>
          <w:szCs w:val="24"/>
        </w:rPr>
        <w:t>;</w:t>
      </w:r>
    </w:p>
    <w:p w14:paraId="00ED37E7" w14:textId="087A52F7" w:rsidR="00103C2D" w:rsidRPr="00D64CA6" w:rsidRDefault="00103C2D" w:rsidP="00103C2D">
      <w:pPr>
        <w:pStyle w:val="ListParagraph"/>
        <w:numPr>
          <w:ilvl w:val="0"/>
          <w:numId w:val="8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D64CA6">
        <w:rPr>
          <w:rFonts w:ascii="Times New Roman" w:hAnsi="Times New Roman"/>
          <w:b/>
          <w:sz w:val="24"/>
          <w:szCs w:val="24"/>
        </w:rPr>
        <w:t>Калин Манолов</w:t>
      </w:r>
      <w:r w:rsidRPr="00D64CA6">
        <w:rPr>
          <w:rFonts w:ascii="Times New Roman" w:hAnsi="Times New Roman"/>
          <w:sz w:val="24"/>
          <w:szCs w:val="24"/>
        </w:rPr>
        <w:t xml:space="preserve"> – представляващ „Еко Традекс Груп“ АД</w:t>
      </w:r>
      <w:r w:rsidR="00B47DC8">
        <w:rPr>
          <w:rFonts w:ascii="Times New Roman" w:hAnsi="Times New Roman"/>
          <w:sz w:val="24"/>
          <w:szCs w:val="24"/>
        </w:rPr>
        <w:t>;</w:t>
      </w:r>
    </w:p>
    <w:p w14:paraId="27864A4C" w14:textId="6ABFE993" w:rsidR="00103C2D" w:rsidRPr="00D64CA6" w:rsidRDefault="008E0AB6" w:rsidP="00103C2D">
      <w:pPr>
        <w:spacing w:before="0" w:after="0"/>
        <w:ind w:right="-1" w:firstLine="0"/>
        <w:jc w:val="both"/>
      </w:pPr>
      <w:r w:rsidRPr="00D64CA6">
        <w:t>32</w:t>
      </w:r>
      <w:r w:rsidR="00103C2D" w:rsidRPr="00D64CA6">
        <w:t xml:space="preserve">. </w:t>
      </w:r>
      <w:r w:rsidR="00103C2D" w:rsidRPr="00D64CA6">
        <w:rPr>
          <w:b/>
        </w:rPr>
        <w:t>Марина Кисьова де Хеус</w:t>
      </w:r>
      <w:r w:rsidR="00A168E3" w:rsidRPr="00D64CA6">
        <w:rPr>
          <w:b/>
        </w:rPr>
        <w:t xml:space="preserve"> </w:t>
      </w:r>
      <w:r w:rsidR="00103C2D" w:rsidRPr="00D64CA6">
        <w:t>- изпълнителен директор на Фондация „Институт за изследване на мира –Пловдив“ - представител на юридически лица с нестопанска цел, осъществяващи дейност в обществена полза на територията на Южен централен регион за планиране от ниво 2 от групата организации, работещи в сферата на равенството между мъжете и жените, недискриминацията, равните възможности, социалното включване и интегрирането на маргинализираните групи;</w:t>
      </w:r>
    </w:p>
    <w:p w14:paraId="65DD13FC" w14:textId="01B88684" w:rsidR="00103C2D" w:rsidRPr="00D64CA6" w:rsidRDefault="009465A9" w:rsidP="00103C2D">
      <w:pPr>
        <w:spacing w:before="0" w:after="0"/>
        <w:ind w:right="-1" w:firstLine="709"/>
        <w:jc w:val="both"/>
        <w:rPr>
          <w:i/>
          <w:u w:val="single"/>
        </w:rPr>
      </w:pPr>
      <w:r w:rsidRPr="00D64CA6">
        <w:rPr>
          <w:i/>
          <w:u w:val="single"/>
        </w:rPr>
        <w:t>Заместник</w:t>
      </w:r>
      <w:r w:rsidR="00103C2D" w:rsidRPr="00D64CA6">
        <w:rPr>
          <w:i/>
          <w:u w:val="single"/>
        </w:rPr>
        <w:t xml:space="preserve">: </w:t>
      </w:r>
    </w:p>
    <w:p w14:paraId="6D548FBC" w14:textId="77777777" w:rsidR="00103C2D" w:rsidRPr="00D64CA6" w:rsidRDefault="00103C2D" w:rsidP="00103C2D">
      <w:pPr>
        <w:pStyle w:val="ListParagraph"/>
        <w:numPr>
          <w:ilvl w:val="0"/>
          <w:numId w:val="15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D64CA6">
        <w:rPr>
          <w:rFonts w:ascii="Times New Roman" w:hAnsi="Times New Roman"/>
          <w:b/>
          <w:sz w:val="24"/>
          <w:szCs w:val="24"/>
        </w:rPr>
        <w:t>Малина Славова</w:t>
      </w:r>
      <w:r w:rsidRPr="00D64CA6">
        <w:rPr>
          <w:rFonts w:ascii="Times New Roman" w:hAnsi="Times New Roman"/>
          <w:sz w:val="24"/>
          <w:szCs w:val="24"/>
        </w:rPr>
        <w:t xml:space="preserve"> – председател на Управителния съвет на Сдружение "Шанс и закрила";</w:t>
      </w:r>
    </w:p>
    <w:p w14:paraId="601B1814" w14:textId="4B03D96E" w:rsidR="00103C2D" w:rsidRPr="00D64CA6" w:rsidRDefault="00103C2D" w:rsidP="00103C2D">
      <w:pPr>
        <w:spacing w:before="0" w:after="0"/>
        <w:ind w:right="-1" w:firstLine="0"/>
        <w:jc w:val="both"/>
      </w:pPr>
      <w:r w:rsidRPr="00D64CA6">
        <w:t>3</w:t>
      </w:r>
      <w:r w:rsidR="008E0AB6" w:rsidRPr="00D64CA6">
        <w:t>3</w:t>
      </w:r>
      <w:r w:rsidRPr="00D64CA6">
        <w:t xml:space="preserve">. </w:t>
      </w:r>
      <w:r w:rsidRPr="00D64CA6">
        <w:rPr>
          <w:b/>
        </w:rPr>
        <w:t>Рангел Матански</w:t>
      </w:r>
      <w:r w:rsidRPr="00D64CA6">
        <w:t xml:space="preserve"> – председател на </w:t>
      </w:r>
      <w:r w:rsidR="00EE31BD" w:rsidRPr="00D64CA6">
        <w:t xml:space="preserve">Управителния съвет на </w:t>
      </w:r>
      <w:r w:rsidRPr="00D64CA6">
        <w:t>СНЦ „Заедно за личностно развитие“ - представител на юридически лица с нестопанска цел, осъществяващи дейност в обществена полза на територията на Южен централен регион за планиране от ниво 2 от групата екологични организации и организации, работещи в сферата на образованието, науката и културата;</w:t>
      </w:r>
    </w:p>
    <w:p w14:paraId="0A77AFFB" w14:textId="77777777" w:rsidR="00103C2D" w:rsidRPr="00D64CA6" w:rsidRDefault="00103C2D" w:rsidP="00103C2D">
      <w:pPr>
        <w:spacing w:before="0" w:after="0"/>
        <w:ind w:right="-1" w:firstLine="709"/>
        <w:jc w:val="both"/>
        <w:rPr>
          <w:i/>
          <w:u w:val="single"/>
        </w:rPr>
      </w:pPr>
      <w:r w:rsidRPr="00D64CA6">
        <w:rPr>
          <w:i/>
          <w:u w:val="single"/>
        </w:rPr>
        <w:lastRenderedPageBreak/>
        <w:t xml:space="preserve">Заместници: </w:t>
      </w:r>
    </w:p>
    <w:p w14:paraId="2CA6D533" w14:textId="77777777" w:rsidR="00103C2D" w:rsidRPr="00D64CA6" w:rsidRDefault="00103C2D" w:rsidP="00103C2D">
      <w:pPr>
        <w:pStyle w:val="ListParagraph"/>
        <w:numPr>
          <w:ilvl w:val="0"/>
          <w:numId w:val="8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D64CA6">
        <w:rPr>
          <w:rFonts w:ascii="Times New Roman" w:hAnsi="Times New Roman"/>
          <w:b/>
          <w:sz w:val="24"/>
          <w:szCs w:val="24"/>
        </w:rPr>
        <w:t>Ласка Ненова</w:t>
      </w:r>
      <w:r w:rsidRPr="00D64CA6">
        <w:rPr>
          <w:rFonts w:ascii="Times New Roman" w:hAnsi="Times New Roman"/>
          <w:sz w:val="24"/>
          <w:szCs w:val="24"/>
        </w:rPr>
        <w:t xml:space="preserve"> – член на Управителния съвет на Сдружение „ БГ Бъди активен“;</w:t>
      </w:r>
    </w:p>
    <w:p w14:paraId="174DD507" w14:textId="612A112B" w:rsidR="00103C2D" w:rsidRPr="00D64CA6" w:rsidRDefault="00103C2D" w:rsidP="00103C2D">
      <w:pPr>
        <w:pStyle w:val="ListParagraph"/>
        <w:numPr>
          <w:ilvl w:val="0"/>
          <w:numId w:val="8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D64CA6">
        <w:rPr>
          <w:rFonts w:ascii="Times New Roman" w:hAnsi="Times New Roman"/>
          <w:b/>
          <w:sz w:val="24"/>
          <w:szCs w:val="24"/>
        </w:rPr>
        <w:t>Камелия Симеонова</w:t>
      </w:r>
      <w:r w:rsidRPr="00D64CA6">
        <w:rPr>
          <w:rFonts w:ascii="Times New Roman" w:hAnsi="Times New Roman"/>
          <w:sz w:val="24"/>
          <w:szCs w:val="24"/>
        </w:rPr>
        <w:t xml:space="preserve"> - председател </w:t>
      </w:r>
      <w:r w:rsidR="00D36D5E" w:rsidRPr="00D64CA6">
        <w:rPr>
          <w:rFonts w:ascii="Times New Roman" w:hAnsi="Times New Roman"/>
          <w:sz w:val="24"/>
          <w:szCs w:val="24"/>
        </w:rPr>
        <w:t xml:space="preserve">на </w:t>
      </w:r>
      <w:r w:rsidRPr="00D64CA6">
        <w:rPr>
          <w:rFonts w:ascii="Times New Roman" w:hAnsi="Times New Roman"/>
          <w:sz w:val="24"/>
          <w:szCs w:val="24"/>
        </w:rPr>
        <w:t>Управителния съвет на СНЦ „Съюз за България“;</w:t>
      </w:r>
    </w:p>
    <w:p w14:paraId="1FF23CAB" w14:textId="77777777" w:rsidR="00103C2D" w:rsidRPr="00D64CA6" w:rsidRDefault="00103C2D" w:rsidP="00103C2D">
      <w:pPr>
        <w:pStyle w:val="ListParagraph"/>
        <w:numPr>
          <w:ilvl w:val="0"/>
          <w:numId w:val="8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D64CA6">
        <w:rPr>
          <w:rFonts w:ascii="Times New Roman" w:hAnsi="Times New Roman"/>
          <w:b/>
          <w:sz w:val="24"/>
          <w:szCs w:val="24"/>
        </w:rPr>
        <w:t>Георги Симеонов</w:t>
      </w:r>
      <w:r w:rsidRPr="00D64CA6">
        <w:rPr>
          <w:rFonts w:ascii="Times New Roman" w:hAnsi="Times New Roman"/>
          <w:sz w:val="24"/>
          <w:szCs w:val="24"/>
        </w:rPr>
        <w:t xml:space="preserve"> – член на Обществения съвет на Сдружение „Център за устойчивост и икономическо развитие“;</w:t>
      </w:r>
    </w:p>
    <w:p w14:paraId="2B0E3EC5" w14:textId="1F3EF839" w:rsidR="00103C2D" w:rsidRPr="00765088" w:rsidRDefault="00103C2D" w:rsidP="00103C2D">
      <w:pPr>
        <w:spacing w:before="0" w:after="0"/>
        <w:ind w:right="-1" w:firstLine="0"/>
        <w:jc w:val="both"/>
      </w:pPr>
      <w:r w:rsidRPr="00765088">
        <w:t>3</w:t>
      </w:r>
      <w:r w:rsidR="008E0AB6">
        <w:t>4</w:t>
      </w:r>
      <w:r w:rsidRPr="00765088">
        <w:t xml:space="preserve">. </w:t>
      </w:r>
      <w:r w:rsidRPr="00765088">
        <w:rPr>
          <w:b/>
        </w:rPr>
        <w:t>Мария Гиева</w:t>
      </w:r>
      <w:r w:rsidRPr="00765088">
        <w:t xml:space="preserve"> – </w:t>
      </w:r>
      <w:r w:rsidR="00765088">
        <w:t>председател на УС</w:t>
      </w:r>
      <w:r w:rsidRPr="00765088">
        <w:t xml:space="preserve"> на Местна инициативна група Раковски - представител на юридически лица с нестопанска цел, осъществяващи дейност в обществена полза на територията на Южен централен регион за планиране от ниво 2 от групата агенции за регионално развитие;</w:t>
      </w:r>
    </w:p>
    <w:p w14:paraId="5C8ACC74" w14:textId="77777777" w:rsidR="00103C2D" w:rsidRPr="00D64CA6" w:rsidRDefault="00103C2D" w:rsidP="00103C2D">
      <w:pPr>
        <w:spacing w:before="0" w:after="0"/>
        <w:ind w:right="-1" w:firstLine="709"/>
        <w:jc w:val="both"/>
        <w:rPr>
          <w:i/>
          <w:u w:val="single"/>
        </w:rPr>
      </w:pPr>
      <w:r w:rsidRPr="00D64CA6">
        <w:rPr>
          <w:i/>
          <w:u w:val="single"/>
        </w:rPr>
        <w:t xml:space="preserve">Заместници: </w:t>
      </w:r>
    </w:p>
    <w:p w14:paraId="53D26385" w14:textId="77777777" w:rsidR="00103C2D" w:rsidRPr="00D64CA6" w:rsidRDefault="00103C2D" w:rsidP="00103C2D">
      <w:pPr>
        <w:pStyle w:val="ListParagraph"/>
        <w:numPr>
          <w:ilvl w:val="0"/>
          <w:numId w:val="9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D64CA6">
        <w:rPr>
          <w:rFonts w:ascii="Times New Roman" w:hAnsi="Times New Roman"/>
          <w:b/>
          <w:sz w:val="24"/>
          <w:szCs w:val="24"/>
        </w:rPr>
        <w:t>Диана Гочева</w:t>
      </w:r>
      <w:r w:rsidRPr="00D64CA6">
        <w:rPr>
          <w:rFonts w:ascii="Times New Roman" w:hAnsi="Times New Roman"/>
          <w:sz w:val="24"/>
          <w:szCs w:val="24"/>
        </w:rPr>
        <w:t xml:space="preserve"> – изпълнителен директор на Местна инициативна група Харманли;</w:t>
      </w:r>
    </w:p>
    <w:p w14:paraId="4940B5F0" w14:textId="77777777" w:rsidR="00103C2D" w:rsidRPr="00765088" w:rsidRDefault="00103C2D" w:rsidP="00103C2D">
      <w:pPr>
        <w:pStyle w:val="ListParagraph"/>
        <w:numPr>
          <w:ilvl w:val="0"/>
          <w:numId w:val="9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5088">
        <w:rPr>
          <w:rFonts w:ascii="Times New Roman" w:hAnsi="Times New Roman"/>
          <w:b/>
          <w:sz w:val="24"/>
          <w:szCs w:val="24"/>
        </w:rPr>
        <w:t>Велизар Петров</w:t>
      </w:r>
      <w:r w:rsidRPr="00765088">
        <w:rPr>
          <w:rFonts w:ascii="Times New Roman" w:hAnsi="Times New Roman"/>
          <w:sz w:val="24"/>
          <w:szCs w:val="24"/>
        </w:rPr>
        <w:t xml:space="preserve"> – изпълнителен директор и член на Управителния съвет на Агенция за регионално развитие с Бизнес център за подпомагане на малки и средни предприятия;</w:t>
      </w:r>
    </w:p>
    <w:p w14:paraId="5290A31C" w14:textId="348E83B1" w:rsidR="00103C2D" w:rsidRPr="00094B5A" w:rsidRDefault="00103C2D" w:rsidP="00103C2D">
      <w:pPr>
        <w:spacing w:before="0" w:after="0"/>
        <w:ind w:right="-1" w:firstLine="0"/>
        <w:jc w:val="both"/>
        <w:rPr>
          <w:b/>
          <w:lang w:val="en-US"/>
        </w:rPr>
      </w:pPr>
      <w:r w:rsidRPr="00094B5A">
        <w:rPr>
          <w:b/>
          <w:lang w:val="en-US"/>
        </w:rPr>
        <w:t>III.</w:t>
      </w:r>
      <w:r w:rsidRPr="00094B5A">
        <w:rPr>
          <w:b/>
        </w:rPr>
        <w:t xml:space="preserve"> Наблюдатели по чл.18, ал.13, т.1-5 от ЗРР, единствено с право на съвещателен глас:</w:t>
      </w:r>
    </w:p>
    <w:p w14:paraId="11CE4ABB" w14:textId="5A5EFF02" w:rsidR="00103C2D" w:rsidRPr="00177E95" w:rsidRDefault="0049376C" w:rsidP="00103C2D">
      <w:pPr>
        <w:spacing w:before="0" w:after="0"/>
        <w:ind w:right="-1" w:firstLine="0"/>
        <w:jc w:val="both"/>
      </w:pPr>
      <w:r w:rsidRPr="00177E95">
        <w:t>35</w:t>
      </w:r>
      <w:r w:rsidR="00103C2D" w:rsidRPr="00177E95">
        <w:t xml:space="preserve">. </w:t>
      </w:r>
      <w:r w:rsidR="00103C2D" w:rsidRPr="00177E95">
        <w:rPr>
          <w:b/>
        </w:rPr>
        <w:t>Добринка Кръстева</w:t>
      </w:r>
      <w:r w:rsidR="006A39FB">
        <w:t xml:space="preserve"> - началник на О</w:t>
      </w:r>
      <w:r w:rsidR="00103C2D" w:rsidRPr="00177E95">
        <w:t>тдел „Наблюдение и анализ“</w:t>
      </w:r>
      <w:r w:rsidR="00730775" w:rsidRPr="00177E95">
        <w:t xml:space="preserve"> - представител на Дирекция ЦКЗ</w:t>
      </w:r>
      <w:r w:rsidR="00103C2D" w:rsidRPr="00177E95">
        <w:rPr>
          <w:lang w:val="en-US"/>
        </w:rPr>
        <w:t xml:space="preserve"> </w:t>
      </w:r>
      <w:r w:rsidR="00103C2D" w:rsidRPr="00177E95">
        <w:t xml:space="preserve">в </w:t>
      </w:r>
      <w:r w:rsidR="00FF7140">
        <w:t>Министерството на финансите</w:t>
      </w:r>
      <w:r w:rsidR="00103C2D" w:rsidRPr="00177E95">
        <w:t>;</w:t>
      </w:r>
    </w:p>
    <w:p w14:paraId="73B1B085" w14:textId="73B3A667" w:rsidR="00730775" w:rsidRPr="00177E95" w:rsidRDefault="00730775" w:rsidP="00730775">
      <w:pPr>
        <w:spacing w:before="0" w:after="0"/>
        <w:ind w:right="-1" w:firstLine="709"/>
        <w:jc w:val="both"/>
        <w:rPr>
          <w:i/>
          <w:u w:val="single"/>
        </w:rPr>
      </w:pPr>
      <w:r w:rsidRPr="00177E95">
        <w:rPr>
          <w:i/>
          <w:u w:val="single"/>
        </w:rPr>
        <w:t>Заместник:</w:t>
      </w:r>
    </w:p>
    <w:p w14:paraId="4E03B9B9" w14:textId="0969C42D" w:rsidR="00730775" w:rsidRPr="00177E95" w:rsidRDefault="00730775" w:rsidP="00295BBE">
      <w:pPr>
        <w:pStyle w:val="ListParagraph"/>
        <w:numPr>
          <w:ilvl w:val="0"/>
          <w:numId w:val="16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 xml:space="preserve">Ангел Сираков - </w:t>
      </w:r>
      <w:r w:rsidRPr="00177E95">
        <w:rPr>
          <w:rFonts w:ascii="Times New Roman" w:hAnsi="Times New Roman"/>
          <w:sz w:val="24"/>
          <w:szCs w:val="24"/>
        </w:rPr>
        <w:t>началник на сектор „Политики и програми за устойчив растеж“</w:t>
      </w:r>
      <w:r w:rsidR="00295BBE" w:rsidRPr="00177E95">
        <w:rPr>
          <w:rFonts w:ascii="Times New Roman" w:hAnsi="Times New Roman"/>
          <w:sz w:val="24"/>
          <w:szCs w:val="24"/>
        </w:rPr>
        <w:t xml:space="preserve"> -  представител на Дирекция ЦКЗ в </w:t>
      </w:r>
      <w:r w:rsidR="00FF7140">
        <w:rPr>
          <w:rFonts w:ascii="Times New Roman" w:hAnsi="Times New Roman"/>
          <w:sz w:val="24"/>
          <w:szCs w:val="24"/>
        </w:rPr>
        <w:t>Министерството на финансите</w:t>
      </w:r>
      <w:r w:rsidR="00295BBE" w:rsidRPr="00177E95">
        <w:rPr>
          <w:rFonts w:ascii="Times New Roman" w:hAnsi="Times New Roman"/>
          <w:sz w:val="24"/>
          <w:szCs w:val="24"/>
        </w:rPr>
        <w:t>;</w:t>
      </w:r>
    </w:p>
    <w:p w14:paraId="04D1FBF9" w14:textId="79346C5D" w:rsidR="00103C2D" w:rsidRPr="00177E95" w:rsidRDefault="00103C2D" w:rsidP="00103C2D">
      <w:pPr>
        <w:spacing w:before="0" w:after="0"/>
        <w:ind w:right="-1" w:firstLine="0"/>
        <w:jc w:val="both"/>
      </w:pPr>
      <w:r w:rsidRPr="00177E95">
        <w:t>3</w:t>
      </w:r>
      <w:r w:rsidR="0049376C" w:rsidRPr="00177E95">
        <w:t>6</w:t>
      </w:r>
      <w:r w:rsidRPr="00177E95">
        <w:t xml:space="preserve">. </w:t>
      </w:r>
      <w:r w:rsidR="00295BBE" w:rsidRPr="00177E95">
        <w:rPr>
          <w:b/>
        </w:rPr>
        <w:t>Иван Панчев</w:t>
      </w:r>
      <w:r w:rsidR="006A39FB">
        <w:t xml:space="preserve"> - директор на Д</w:t>
      </w:r>
      <w:r w:rsidRPr="00177E95">
        <w:t xml:space="preserve">ирекция </w:t>
      </w:r>
      <w:r w:rsidR="00295BBE" w:rsidRPr="00177E95">
        <w:t>„Методология, хоризонтални политики и автоматизация на одитната дейност" в ИА „Одит на средствата от ЕС“</w:t>
      </w:r>
      <w:r w:rsidRPr="00177E95">
        <w:t xml:space="preserve"> - представител на Изпълнителна агенция "Одит на средствата от Европейския съюз";</w:t>
      </w:r>
    </w:p>
    <w:p w14:paraId="06BC278C" w14:textId="0819C497" w:rsidR="00103C2D" w:rsidRPr="00177E95" w:rsidRDefault="00103C2D" w:rsidP="00103C2D">
      <w:pPr>
        <w:spacing w:before="0" w:after="0"/>
        <w:ind w:right="-1" w:firstLine="709"/>
        <w:jc w:val="both"/>
        <w:rPr>
          <w:i/>
          <w:u w:val="single"/>
        </w:rPr>
      </w:pPr>
      <w:r w:rsidRPr="00177E95">
        <w:rPr>
          <w:i/>
          <w:u w:val="single"/>
        </w:rPr>
        <w:t xml:space="preserve">Заместник: </w:t>
      </w:r>
    </w:p>
    <w:p w14:paraId="7B45E026" w14:textId="0C299CFC" w:rsidR="00103C2D" w:rsidRPr="00177E95" w:rsidRDefault="00295BBE" w:rsidP="00295BBE">
      <w:pPr>
        <w:pStyle w:val="ListParagraph"/>
        <w:numPr>
          <w:ilvl w:val="0"/>
          <w:numId w:val="10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>Пролетка Радонова</w:t>
      </w:r>
      <w:r w:rsidR="00103C2D" w:rsidRPr="00177E95">
        <w:rPr>
          <w:rFonts w:ascii="Times New Roman" w:hAnsi="Times New Roman"/>
          <w:sz w:val="24"/>
          <w:szCs w:val="24"/>
        </w:rPr>
        <w:t xml:space="preserve"> - държавен </w:t>
      </w:r>
      <w:r w:rsidRPr="00177E95">
        <w:rPr>
          <w:rFonts w:ascii="Times New Roman" w:hAnsi="Times New Roman"/>
          <w:sz w:val="24"/>
          <w:szCs w:val="24"/>
        </w:rPr>
        <w:t>експерт</w:t>
      </w:r>
      <w:r w:rsidR="006A39FB">
        <w:rPr>
          <w:rFonts w:ascii="Times New Roman" w:hAnsi="Times New Roman"/>
          <w:sz w:val="24"/>
          <w:szCs w:val="24"/>
        </w:rPr>
        <w:t xml:space="preserve"> в Д</w:t>
      </w:r>
      <w:r w:rsidR="00103C2D" w:rsidRPr="00177E95">
        <w:rPr>
          <w:rFonts w:ascii="Times New Roman" w:hAnsi="Times New Roman"/>
          <w:sz w:val="24"/>
          <w:szCs w:val="24"/>
        </w:rPr>
        <w:t>ирекция "</w:t>
      </w:r>
      <w:r w:rsidRPr="00177E95">
        <w:rPr>
          <w:rFonts w:ascii="Times New Roman" w:hAnsi="Times New Roman"/>
          <w:sz w:val="24"/>
          <w:szCs w:val="24"/>
        </w:rPr>
        <w:t>Методология, хоризонтални политики и автоматизация на одитната дейност</w:t>
      </w:r>
      <w:r w:rsidR="00103C2D" w:rsidRPr="00177E95">
        <w:rPr>
          <w:rFonts w:ascii="Times New Roman" w:hAnsi="Times New Roman"/>
          <w:sz w:val="24"/>
          <w:szCs w:val="24"/>
        </w:rPr>
        <w:t>", Изпълнителна агенция "Одит на средствата от Европейския съюз"</w:t>
      </w:r>
      <w:r w:rsidR="00813943" w:rsidRPr="00177E95">
        <w:rPr>
          <w:rFonts w:ascii="Times New Roman" w:hAnsi="Times New Roman"/>
          <w:sz w:val="24"/>
          <w:szCs w:val="24"/>
          <w:lang w:val="en-US"/>
        </w:rPr>
        <w:t>;</w:t>
      </w:r>
    </w:p>
    <w:p w14:paraId="42B51E25" w14:textId="6B77AB65" w:rsidR="00103C2D" w:rsidRPr="00177E95" w:rsidRDefault="00103C2D">
      <w:pPr>
        <w:spacing w:before="0" w:after="0"/>
        <w:ind w:right="-1" w:firstLine="0"/>
        <w:jc w:val="both"/>
      </w:pPr>
      <w:r w:rsidRPr="00177E95">
        <w:t>3</w:t>
      </w:r>
      <w:r w:rsidR="0049376C" w:rsidRPr="00177E95">
        <w:t>7</w:t>
      </w:r>
      <w:r w:rsidRPr="00177E95">
        <w:t>.</w:t>
      </w:r>
      <w:r w:rsidRPr="00177E95">
        <w:rPr>
          <w:b/>
          <w:bCs/>
        </w:rPr>
        <w:t xml:space="preserve"> </w:t>
      </w:r>
      <w:r w:rsidR="00B425B3" w:rsidRPr="00177E95">
        <w:rPr>
          <w:b/>
          <w:bCs/>
        </w:rPr>
        <w:t>Елица Чакърова</w:t>
      </w:r>
      <w:r w:rsidR="00E52871" w:rsidRPr="00177E95">
        <w:t xml:space="preserve"> </w:t>
      </w:r>
      <w:r w:rsidRPr="00177E95">
        <w:t xml:space="preserve">- </w:t>
      </w:r>
      <w:r w:rsidR="00B425B3" w:rsidRPr="00177E95">
        <w:t>главен</w:t>
      </w:r>
      <w:r w:rsidR="006A39FB">
        <w:t xml:space="preserve"> експерт в О</w:t>
      </w:r>
      <w:r w:rsidR="00E52871" w:rsidRPr="00177E95">
        <w:t xml:space="preserve">тдел „Административно-териториално устройство“, </w:t>
      </w:r>
      <w:r w:rsidR="00D36D5E" w:rsidRPr="00177E95">
        <w:t xml:space="preserve">дирекция </w:t>
      </w:r>
      <w:r w:rsidR="00E52871" w:rsidRPr="00177E95">
        <w:t>„Устройство на територията и административно-териториално устройство“</w:t>
      </w:r>
      <w:r w:rsidR="00D36D5E" w:rsidRPr="00177E95">
        <w:t xml:space="preserve"> </w:t>
      </w:r>
      <w:r w:rsidR="00E52871" w:rsidRPr="00177E95">
        <w:t xml:space="preserve">- </w:t>
      </w:r>
      <w:r w:rsidRPr="00177E95">
        <w:t>представител на Министерство</w:t>
      </w:r>
      <w:r w:rsidR="00FF7140">
        <w:t>то</w:t>
      </w:r>
      <w:r w:rsidRPr="00177E95">
        <w:t xml:space="preserve"> на регионалното развитие и благоустройството;</w:t>
      </w:r>
    </w:p>
    <w:p w14:paraId="722D8ED3" w14:textId="3190E6C9" w:rsidR="00813943" w:rsidRPr="00177E95" w:rsidRDefault="00103C2D" w:rsidP="00B425B3">
      <w:pPr>
        <w:ind w:firstLine="709"/>
        <w:jc w:val="both"/>
        <w:rPr>
          <w:rFonts w:eastAsia="Calibri"/>
          <w:i/>
          <w:u w:val="single"/>
          <w:lang w:eastAsia="en-US"/>
        </w:rPr>
      </w:pPr>
      <w:r w:rsidRPr="00177E95">
        <w:rPr>
          <w:i/>
          <w:u w:val="single"/>
        </w:rPr>
        <w:lastRenderedPageBreak/>
        <w:t xml:space="preserve">Заместник: </w:t>
      </w:r>
    </w:p>
    <w:p w14:paraId="2F0E3F43" w14:textId="682DFDF4" w:rsidR="00813943" w:rsidRPr="00EE31BD" w:rsidRDefault="00B425B3" w:rsidP="00B425B3">
      <w:pPr>
        <w:pStyle w:val="ListParagraph"/>
        <w:numPr>
          <w:ilvl w:val="0"/>
          <w:numId w:val="10"/>
        </w:numPr>
        <w:spacing w:line="360" w:lineRule="auto"/>
        <w:jc w:val="both"/>
        <w:rPr>
          <w:iCs/>
        </w:rPr>
      </w:pPr>
      <w:r w:rsidRPr="00177E95">
        <w:rPr>
          <w:rFonts w:ascii="Times New Roman" w:hAnsi="Times New Roman"/>
          <w:b/>
          <w:bCs/>
          <w:iCs/>
          <w:sz w:val="24"/>
          <w:szCs w:val="24"/>
        </w:rPr>
        <w:t>Мартина Тодорова</w:t>
      </w:r>
      <w:r w:rsidR="00813943" w:rsidRPr="00177E95">
        <w:rPr>
          <w:rFonts w:ascii="Times New Roman" w:hAnsi="Times New Roman"/>
          <w:iCs/>
          <w:sz w:val="24"/>
          <w:szCs w:val="24"/>
        </w:rPr>
        <w:t xml:space="preserve"> – </w:t>
      </w:r>
      <w:r w:rsidR="006A39FB">
        <w:rPr>
          <w:rFonts w:ascii="Times New Roman" w:hAnsi="Times New Roman"/>
          <w:iCs/>
          <w:sz w:val="24"/>
          <w:szCs w:val="24"/>
        </w:rPr>
        <w:t>държавен експерт в О</w:t>
      </w:r>
      <w:r w:rsidRPr="00177E95">
        <w:rPr>
          <w:rFonts w:ascii="Times New Roman" w:hAnsi="Times New Roman"/>
          <w:iCs/>
          <w:sz w:val="24"/>
          <w:szCs w:val="24"/>
        </w:rPr>
        <w:t>тдел „Административно-териториално</w:t>
      </w:r>
      <w:r w:rsidRPr="00B425B3">
        <w:rPr>
          <w:rFonts w:ascii="Times New Roman" w:hAnsi="Times New Roman"/>
          <w:iCs/>
          <w:sz w:val="24"/>
          <w:szCs w:val="24"/>
        </w:rPr>
        <w:t xml:space="preserve"> устройство“, дирекция „Устройство на територията и административно-териториално устройство“ - представител на Министерство</w:t>
      </w:r>
      <w:r w:rsidR="00FF7140">
        <w:rPr>
          <w:rFonts w:ascii="Times New Roman" w:hAnsi="Times New Roman"/>
          <w:iCs/>
          <w:sz w:val="24"/>
          <w:szCs w:val="24"/>
        </w:rPr>
        <w:t>то</w:t>
      </w:r>
      <w:r w:rsidRPr="00B425B3">
        <w:rPr>
          <w:rFonts w:ascii="Times New Roman" w:hAnsi="Times New Roman"/>
          <w:iCs/>
          <w:sz w:val="24"/>
          <w:szCs w:val="24"/>
        </w:rPr>
        <w:t xml:space="preserve"> на регионалното развитие и благоустройството;</w:t>
      </w:r>
    </w:p>
    <w:p w14:paraId="265B0C9B" w14:textId="39979AA9" w:rsidR="00103C2D" w:rsidRPr="00177E95" w:rsidRDefault="00103C2D" w:rsidP="00103C2D">
      <w:pPr>
        <w:spacing w:before="0" w:after="0"/>
        <w:ind w:right="-1" w:firstLine="0"/>
        <w:jc w:val="both"/>
      </w:pPr>
      <w:r w:rsidRPr="00177E95">
        <w:t>3</w:t>
      </w:r>
      <w:r w:rsidR="0049376C" w:rsidRPr="00177E95">
        <w:t>8</w:t>
      </w:r>
      <w:r w:rsidRPr="00177E95">
        <w:t xml:space="preserve">. </w:t>
      </w:r>
      <w:r w:rsidRPr="00177E95">
        <w:rPr>
          <w:b/>
        </w:rPr>
        <w:t>Ивета Лазова</w:t>
      </w:r>
      <w:r w:rsidR="006A39FB">
        <w:t xml:space="preserve"> - държавен експерт в Д</w:t>
      </w:r>
      <w:r w:rsidRPr="00177E95">
        <w:t>ирекция „Финанси на общините“- представител на  Министерство</w:t>
      </w:r>
      <w:r w:rsidR="00FF7140">
        <w:t>то</w:t>
      </w:r>
      <w:r w:rsidR="003C6B6C">
        <w:t xml:space="preserve"> </w:t>
      </w:r>
      <w:r w:rsidRPr="00177E95">
        <w:t>на  финансите;</w:t>
      </w:r>
    </w:p>
    <w:p w14:paraId="2EEA4712" w14:textId="532FCD2B" w:rsidR="00103C2D" w:rsidRPr="00177E95" w:rsidRDefault="0049376C" w:rsidP="00103C2D">
      <w:pPr>
        <w:spacing w:before="0" w:after="0"/>
        <w:ind w:right="-1" w:firstLine="0"/>
        <w:jc w:val="both"/>
      </w:pPr>
      <w:r w:rsidRPr="00177E95">
        <w:t>39</w:t>
      </w:r>
      <w:r w:rsidR="00103C2D" w:rsidRPr="00177E95">
        <w:t>.</w:t>
      </w:r>
      <w:r w:rsidR="00321211" w:rsidRPr="00177E95">
        <w:t xml:space="preserve"> </w:t>
      </w:r>
      <w:r w:rsidR="00BE0469">
        <w:t>П</w:t>
      </w:r>
      <w:r w:rsidR="00103C2D" w:rsidRPr="00177E95">
        <w:t>редставител на  Министерство</w:t>
      </w:r>
      <w:r w:rsidR="00FF7140">
        <w:t>то</w:t>
      </w:r>
      <w:r w:rsidR="00103C2D" w:rsidRPr="00177E95">
        <w:t xml:space="preserve"> на  вътрешните работи;</w:t>
      </w:r>
    </w:p>
    <w:p w14:paraId="01597345" w14:textId="284CFCAE" w:rsidR="00103C2D" w:rsidRPr="00177E95" w:rsidRDefault="00103C2D" w:rsidP="00103C2D">
      <w:pPr>
        <w:spacing w:before="0" w:after="0"/>
        <w:ind w:right="-1" w:firstLine="0"/>
        <w:jc w:val="both"/>
      </w:pPr>
      <w:r w:rsidRPr="00177E95">
        <w:t>4</w:t>
      </w:r>
      <w:r w:rsidR="0049376C" w:rsidRPr="00177E95">
        <w:t>0</w:t>
      </w:r>
      <w:r w:rsidRPr="00177E95">
        <w:t xml:space="preserve">. </w:t>
      </w:r>
      <w:r w:rsidR="006629B6" w:rsidRPr="00177E95">
        <w:rPr>
          <w:b/>
        </w:rPr>
        <w:t>Камелия Димитрова</w:t>
      </w:r>
      <w:r w:rsidRPr="00177E95">
        <w:t xml:space="preserve"> - дипломатически служител </w:t>
      </w:r>
      <w:r w:rsidRPr="00177E95">
        <w:rPr>
          <w:lang w:val="en-US"/>
        </w:rPr>
        <w:t>I</w:t>
      </w:r>
      <w:r w:rsidRPr="00177E95">
        <w:t>-ва степен в</w:t>
      </w:r>
      <w:r w:rsidR="006629B6" w:rsidRPr="00177E95">
        <w:t xml:space="preserve"> отдел „Външноикономически отношения“,</w:t>
      </w:r>
      <w:r w:rsidRPr="00177E95">
        <w:t xml:space="preserve"> дирекция „</w:t>
      </w:r>
      <w:r w:rsidR="006629B6" w:rsidRPr="00177E95">
        <w:t xml:space="preserve">Външноикономически отношения и сътрудничество за развитие“ </w:t>
      </w:r>
      <w:r w:rsidRPr="00177E95">
        <w:t>- представител на  Министерство</w:t>
      </w:r>
      <w:r w:rsidR="00FF7140">
        <w:t>то</w:t>
      </w:r>
      <w:r w:rsidRPr="00177E95">
        <w:t xml:space="preserve"> на  външните работи;</w:t>
      </w:r>
    </w:p>
    <w:p w14:paraId="3A8566F9" w14:textId="035F3B99" w:rsidR="006629B6" w:rsidRPr="00177E95" w:rsidRDefault="006629B6" w:rsidP="006629B6">
      <w:pPr>
        <w:spacing w:before="0" w:after="0"/>
        <w:ind w:right="-1" w:firstLine="709"/>
        <w:jc w:val="both"/>
        <w:rPr>
          <w:i/>
          <w:u w:val="single"/>
        </w:rPr>
      </w:pPr>
      <w:r w:rsidRPr="00177E95">
        <w:rPr>
          <w:i/>
          <w:u w:val="single"/>
        </w:rPr>
        <w:t>Заместник:</w:t>
      </w:r>
    </w:p>
    <w:p w14:paraId="777E12E7" w14:textId="6ADDBD94" w:rsidR="006629B6" w:rsidRPr="00177E95" w:rsidRDefault="006629B6" w:rsidP="006629B6">
      <w:pPr>
        <w:pStyle w:val="ListParagraph"/>
        <w:numPr>
          <w:ilvl w:val="0"/>
          <w:numId w:val="16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>Павлета Терзийска</w:t>
      </w:r>
      <w:r w:rsidRPr="00177E95">
        <w:rPr>
          <w:rFonts w:ascii="Times New Roman" w:hAnsi="Times New Roman"/>
          <w:sz w:val="24"/>
          <w:szCs w:val="24"/>
        </w:rPr>
        <w:t xml:space="preserve"> - дипломатически служител II-ра степен в отдел „Външноикономически отношения“, дирекция „Външноикономически отношения и сътрудничество за развитие“</w:t>
      </w:r>
      <w:r w:rsidR="006A39FB">
        <w:rPr>
          <w:rFonts w:ascii="Times New Roman" w:hAnsi="Times New Roman"/>
          <w:sz w:val="24"/>
          <w:szCs w:val="24"/>
        </w:rPr>
        <w:t>, МВнР</w:t>
      </w:r>
      <w:r w:rsidR="00E17989" w:rsidRPr="00177E95">
        <w:rPr>
          <w:rFonts w:ascii="Times New Roman" w:hAnsi="Times New Roman"/>
          <w:sz w:val="24"/>
          <w:szCs w:val="24"/>
        </w:rPr>
        <w:t>;</w:t>
      </w:r>
    </w:p>
    <w:p w14:paraId="46467A57" w14:textId="4A97A848" w:rsidR="00103C2D" w:rsidRPr="00177E95" w:rsidRDefault="00103C2D" w:rsidP="00103C2D">
      <w:pPr>
        <w:spacing w:before="0" w:after="0"/>
        <w:ind w:right="-1" w:firstLine="0"/>
        <w:jc w:val="both"/>
      </w:pPr>
      <w:r w:rsidRPr="00177E95">
        <w:t>4</w:t>
      </w:r>
      <w:r w:rsidR="0049376C" w:rsidRPr="00177E95">
        <w:t>1</w:t>
      </w:r>
      <w:r w:rsidRPr="00177E95">
        <w:t xml:space="preserve">. </w:t>
      </w:r>
      <w:r w:rsidR="00905479" w:rsidRPr="00177E95">
        <w:rPr>
          <w:b/>
        </w:rPr>
        <w:t>Евгени Господинов</w:t>
      </w:r>
      <w:r w:rsidRPr="00177E95">
        <w:rPr>
          <w:b/>
        </w:rPr>
        <w:t xml:space="preserve"> </w:t>
      </w:r>
      <w:r w:rsidRPr="00177E95">
        <w:t xml:space="preserve">- </w:t>
      </w:r>
      <w:r w:rsidR="00905479" w:rsidRPr="00177E95">
        <w:t xml:space="preserve">главен експерт в </w:t>
      </w:r>
      <w:r w:rsidR="006A39FB">
        <w:t>О</w:t>
      </w:r>
      <w:r w:rsidR="00905479" w:rsidRPr="00177E95">
        <w:t>тдел „Международни програми и проекти“, дирекция „Стратегическо развитие и програми“</w:t>
      </w:r>
      <w:r w:rsidRPr="00177E95">
        <w:t>- представител на  Министерство</w:t>
      </w:r>
      <w:r w:rsidR="00FF7140">
        <w:t>то</w:t>
      </w:r>
      <w:r w:rsidRPr="00177E95">
        <w:t xml:space="preserve"> на правосъдието;</w:t>
      </w:r>
    </w:p>
    <w:p w14:paraId="18D0287C" w14:textId="77777777" w:rsidR="00103C2D" w:rsidRPr="00177E95" w:rsidRDefault="00103C2D" w:rsidP="00103C2D">
      <w:pPr>
        <w:spacing w:before="0" w:after="0"/>
        <w:ind w:right="-1" w:firstLine="709"/>
        <w:jc w:val="both"/>
        <w:rPr>
          <w:i/>
          <w:u w:val="single"/>
        </w:rPr>
      </w:pPr>
      <w:r w:rsidRPr="00177E95">
        <w:rPr>
          <w:i/>
          <w:u w:val="single"/>
        </w:rPr>
        <w:t xml:space="preserve">Заместник: </w:t>
      </w:r>
    </w:p>
    <w:p w14:paraId="04ADDE77" w14:textId="53EB1C85" w:rsidR="00103C2D" w:rsidRPr="00177E95" w:rsidRDefault="001526C4" w:rsidP="001526C4">
      <w:pPr>
        <w:pStyle w:val="ListParagraph"/>
        <w:numPr>
          <w:ilvl w:val="0"/>
          <w:numId w:val="10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>Анета Джорина-Цонева</w:t>
      </w:r>
      <w:r w:rsidR="00103C2D" w:rsidRPr="00177E95">
        <w:rPr>
          <w:rFonts w:ascii="Times New Roman" w:hAnsi="Times New Roman"/>
          <w:sz w:val="24"/>
          <w:szCs w:val="24"/>
        </w:rPr>
        <w:t xml:space="preserve"> </w:t>
      </w:r>
      <w:r w:rsidRPr="00177E95">
        <w:rPr>
          <w:rFonts w:ascii="Times New Roman" w:hAnsi="Times New Roman"/>
          <w:sz w:val="24"/>
          <w:szCs w:val="24"/>
        </w:rPr>
        <w:t>–</w:t>
      </w:r>
      <w:r w:rsidR="00103C2D" w:rsidRPr="00177E95">
        <w:rPr>
          <w:rFonts w:ascii="Times New Roman" w:hAnsi="Times New Roman"/>
          <w:sz w:val="24"/>
          <w:szCs w:val="24"/>
        </w:rPr>
        <w:t xml:space="preserve"> </w:t>
      </w:r>
      <w:r w:rsidRPr="00177E95">
        <w:rPr>
          <w:rFonts w:ascii="Times New Roman" w:eastAsia="Times New Roman" w:hAnsi="Times New Roman"/>
          <w:sz w:val="24"/>
          <w:szCs w:val="24"/>
          <w:lang w:eastAsia="bg-BG"/>
        </w:rPr>
        <w:t xml:space="preserve">главен </w:t>
      </w:r>
      <w:r w:rsidR="006A39FB">
        <w:rPr>
          <w:rFonts w:ascii="Times New Roman" w:eastAsia="Times New Roman" w:hAnsi="Times New Roman"/>
          <w:sz w:val="24"/>
          <w:szCs w:val="24"/>
          <w:lang w:eastAsia="bg-BG"/>
        </w:rPr>
        <w:t>експерт в О</w:t>
      </w:r>
      <w:r w:rsidR="00103C2D" w:rsidRPr="00177E95">
        <w:rPr>
          <w:rFonts w:ascii="Times New Roman" w:eastAsia="Times New Roman" w:hAnsi="Times New Roman"/>
          <w:sz w:val="24"/>
          <w:szCs w:val="24"/>
          <w:lang w:eastAsia="bg-BG"/>
        </w:rPr>
        <w:t>тдел „Международни програми и проекти“, дирекция „Стратегическо развитие и програми“</w:t>
      </w:r>
      <w:r w:rsidR="00E17989" w:rsidRPr="00177E95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14:paraId="266323C0" w14:textId="51237CB8" w:rsidR="00103C2D" w:rsidRPr="00177E95" w:rsidRDefault="00103C2D" w:rsidP="00023DD2">
      <w:pPr>
        <w:ind w:firstLine="0"/>
      </w:pPr>
      <w:r w:rsidRPr="00177E95">
        <w:t>4</w:t>
      </w:r>
      <w:r w:rsidR="0049376C" w:rsidRPr="00177E95">
        <w:t>2</w:t>
      </w:r>
      <w:r w:rsidRPr="00177E95">
        <w:t xml:space="preserve">. </w:t>
      </w:r>
      <w:r w:rsidRPr="00177E95">
        <w:rPr>
          <w:b/>
        </w:rPr>
        <w:t xml:space="preserve">Полковник </w:t>
      </w:r>
      <w:r w:rsidR="00023DD2" w:rsidRPr="00177E95">
        <w:rPr>
          <w:b/>
        </w:rPr>
        <w:t>Красимир Петов</w:t>
      </w:r>
      <w:r w:rsidRPr="00177E95">
        <w:t xml:space="preserve"> </w:t>
      </w:r>
      <w:r w:rsidR="00023DD2" w:rsidRPr="00177E95">
        <w:t>–</w:t>
      </w:r>
      <w:r w:rsidRPr="00177E95">
        <w:t xml:space="preserve"> </w:t>
      </w:r>
      <w:r w:rsidR="00023DD2" w:rsidRPr="00177E95">
        <w:t>заместник-</w:t>
      </w:r>
      <w:r w:rsidRPr="00177E95">
        <w:t xml:space="preserve">началник на Военно окръжие </w:t>
      </w:r>
      <w:r w:rsidRPr="00177E95">
        <w:rPr>
          <w:lang w:val="en-US"/>
        </w:rPr>
        <w:t>I</w:t>
      </w:r>
      <w:r w:rsidRPr="00177E95">
        <w:t xml:space="preserve"> степен – Пловдив</w:t>
      </w:r>
      <w:r w:rsidR="00023DD2" w:rsidRPr="00177E95">
        <w:t xml:space="preserve"> </w:t>
      </w:r>
      <w:r w:rsidRPr="00177E95">
        <w:t>- представител на  Министерство</w:t>
      </w:r>
      <w:r w:rsidR="00FF7140">
        <w:t>то</w:t>
      </w:r>
      <w:r w:rsidRPr="00177E95">
        <w:t xml:space="preserve"> на отбраната;</w:t>
      </w:r>
    </w:p>
    <w:p w14:paraId="445F43EF" w14:textId="77777777" w:rsidR="00103C2D" w:rsidRPr="00177E95" w:rsidRDefault="00103C2D" w:rsidP="00103C2D">
      <w:pPr>
        <w:spacing w:before="0" w:after="0"/>
        <w:ind w:right="-1" w:firstLine="709"/>
        <w:jc w:val="both"/>
        <w:rPr>
          <w:i/>
          <w:u w:val="single"/>
        </w:rPr>
      </w:pPr>
      <w:r w:rsidRPr="00177E95">
        <w:rPr>
          <w:i/>
          <w:u w:val="single"/>
        </w:rPr>
        <w:t xml:space="preserve">Заместници: </w:t>
      </w:r>
    </w:p>
    <w:p w14:paraId="15BDF0BB" w14:textId="77777777" w:rsidR="00103C2D" w:rsidRPr="00177E95" w:rsidRDefault="00103C2D" w:rsidP="00103C2D">
      <w:pPr>
        <w:pStyle w:val="ListParagraph"/>
        <w:numPr>
          <w:ilvl w:val="0"/>
          <w:numId w:val="10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>Подполковник Петър Петров</w:t>
      </w:r>
      <w:r w:rsidRPr="00177E95">
        <w:rPr>
          <w:rFonts w:ascii="Times New Roman" w:hAnsi="Times New Roman"/>
          <w:sz w:val="24"/>
          <w:szCs w:val="24"/>
        </w:rPr>
        <w:t>, началник на Военно окръжие II степен – Пазарджик;</w:t>
      </w:r>
    </w:p>
    <w:p w14:paraId="32C905A9" w14:textId="1784F114" w:rsidR="00103C2D" w:rsidRPr="00177E95" w:rsidRDefault="00103C2D" w:rsidP="00103C2D">
      <w:pPr>
        <w:pStyle w:val="ListParagraph"/>
        <w:numPr>
          <w:ilvl w:val="0"/>
          <w:numId w:val="10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 xml:space="preserve">Подполковник </w:t>
      </w:r>
      <w:r w:rsidR="00E17989" w:rsidRPr="00177E95">
        <w:rPr>
          <w:rFonts w:ascii="Times New Roman" w:hAnsi="Times New Roman"/>
          <w:b/>
          <w:sz w:val="24"/>
          <w:szCs w:val="24"/>
        </w:rPr>
        <w:t>Анастас Велков</w:t>
      </w:r>
      <w:r w:rsidRPr="00177E95">
        <w:rPr>
          <w:rFonts w:ascii="Times New Roman" w:hAnsi="Times New Roman"/>
          <w:sz w:val="24"/>
          <w:szCs w:val="24"/>
        </w:rPr>
        <w:t>, началник на Военно окръжие II степен – Смолян;</w:t>
      </w:r>
    </w:p>
    <w:p w14:paraId="64EAE20F" w14:textId="272B967F" w:rsidR="00103C2D" w:rsidRPr="00177E95" w:rsidRDefault="00103C2D" w:rsidP="00103C2D">
      <w:pPr>
        <w:pStyle w:val="ListParagraph"/>
        <w:numPr>
          <w:ilvl w:val="0"/>
          <w:numId w:val="10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 xml:space="preserve">Подполковник </w:t>
      </w:r>
      <w:r w:rsidR="00E17989" w:rsidRPr="00177E95">
        <w:rPr>
          <w:rFonts w:ascii="Times New Roman" w:hAnsi="Times New Roman"/>
          <w:b/>
          <w:sz w:val="24"/>
          <w:szCs w:val="24"/>
        </w:rPr>
        <w:t>Николай Александров</w:t>
      </w:r>
      <w:r w:rsidRPr="00177E95">
        <w:rPr>
          <w:rFonts w:ascii="Times New Roman" w:hAnsi="Times New Roman"/>
          <w:sz w:val="24"/>
          <w:szCs w:val="24"/>
        </w:rPr>
        <w:t>, началник на Военно окръжие II степен – Кърджали;</w:t>
      </w:r>
    </w:p>
    <w:p w14:paraId="21EF4619" w14:textId="77777777" w:rsidR="00103C2D" w:rsidRPr="00177E95" w:rsidRDefault="00103C2D" w:rsidP="00103C2D">
      <w:pPr>
        <w:pStyle w:val="ListParagraph"/>
        <w:numPr>
          <w:ilvl w:val="0"/>
          <w:numId w:val="10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>Подполковник Петър Петков</w:t>
      </w:r>
      <w:r w:rsidRPr="00177E95">
        <w:rPr>
          <w:rFonts w:ascii="Times New Roman" w:hAnsi="Times New Roman"/>
          <w:sz w:val="24"/>
          <w:szCs w:val="24"/>
        </w:rPr>
        <w:t>, началник на Военно окръжие II степен – Хасково;</w:t>
      </w:r>
    </w:p>
    <w:p w14:paraId="7360EF17" w14:textId="5BBBF23B" w:rsidR="00103C2D" w:rsidRPr="00177E95" w:rsidRDefault="00103C2D" w:rsidP="00103C2D">
      <w:pPr>
        <w:spacing w:before="0" w:after="0"/>
        <w:ind w:right="-1" w:firstLine="0"/>
        <w:jc w:val="both"/>
      </w:pPr>
      <w:r w:rsidRPr="00177E95">
        <w:t>4</w:t>
      </w:r>
      <w:r w:rsidR="0049376C" w:rsidRPr="00177E95">
        <w:t>3</w:t>
      </w:r>
      <w:r w:rsidRPr="00177E95">
        <w:t xml:space="preserve">. </w:t>
      </w:r>
      <w:r w:rsidR="00EF498E" w:rsidRPr="00177E95">
        <w:rPr>
          <w:b/>
        </w:rPr>
        <w:t>Наталия Митева</w:t>
      </w:r>
      <w:r w:rsidRPr="00177E95">
        <w:t xml:space="preserve"> - заместник–министър - представител на  Министерство</w:t>
      </w:r>
      <w:r w:rsidR="003C6B6C">
        <w:t>то</w:t>
      </w:r>
      <w:r w:rsidRPr="00177E95">
        <w:t xml:space="preserve"> на образованието и науката;</w:t>
      </w:r>
    </w:p>
    <w:p w14:paraId="68C14688" w14:textId="08151499" w:rsidR="00103C2D" w:rsidRPr="00177E95" w:rsidRDefault="00103C2D" w:rsidP="00103C2D">
      <w:pPr>
        <w:spacing w:before="0" w:after="0"/>
        <w:ind w:right="-1" w:firstLine="709"/>
        <w:jc w:val="both"/>
        <w:rPr>
          <w:i/>
          <w:u w:val="single"/>
        </w:rPr>
      </w:pPr>
      <w:r w:rsidRPr="00177E95">
        <w:rPr>
          <w:i/>
          <w:u w:val="single"/>
        </w:rPr>
        <w:lastRenderedPageBreak/>
        <w:t>Заместни</w:t>
      </w:r>
      <w:r w:rsidR="003C6B6C">
        <w:rPr>
          <w:i/>
          <w:u w:val="single"/>
        </w:rPr>
        <w:t>к</w:t>
      </w:r>
      <w:r w:rsidRPr="00177E95">
        <w:rPr>
          <w:i/>
          <w:u w:val="single"/>
        </w:rPr>
        <w:t xml:space="preserve">: </w:t>
      </w:r>
    </w:p>
    <w:p w14:paraId="6EC98D27" w14:textId="658055DA" w:rsidR="00EF498E" w:rsidRPr="00177E95" w:rsidRDefault="00EF498E" w:rsidP="00727DBC">
      <w:pPr>
        <w:pStyle w:val="ListParagraph"/>
        <w:numPr>
          <w:ilvl w:val="0"/>
          <w:numId w:val="11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 xml:space="preserve">Владимир Врачев - </w:t>
      </w:r>
      <w:r w:rsidRPr="00177E95">
        <w:rPr>
          <w:rFonts w:ascii="Times New Roman" w:hAnsi="Times New Roman"/>
          <w:sz w:val="24"/>
          <w:szCs w:val="24"/>
        </w:rPr>
        <w:t>старши експерт в Отдел „Поли</w:t>
      </w:r>
      <w:r w:rsidR="00F41F58" w:rsidRPr="00177E95">
        <w:rPr>
          <w:rFonts w:ascii="Times New Roman" w:hAnsi="Times New Roman"/>
          <w:sz w:val="24"/>
          <w:szCs w:val="24"/>
        </w:rPr>
        <w:t>тики за стратегическо развитие“</w:t>
      </w:r>
      <w:r w:rsidRPr="00177E95">
        <w:rPr>
          <w:rFonts w:ascii="Times New Roman" w:hAnsi="Times New Roman"/>
          <w:sz w:val="24"/>
          <w:szCs w:val="24"/>
        </w:rPr>
        <w:t>, Дирекция „Политики за стратегическо развитие, квалификация и кариерно развитие“;</w:t>
      </w:r>
    </w:p>
    <w:p w14:paraId="20A5913E" w14:textId="5C167364" w:rsidR="00103C2D" w:rsidRPr="00177E95" w:rsidRDefault="00103C2D" w:rsidP="00103C2D">
      <w:pPr>
        <w:spacing w:before="0" w:after="0"/>
        <w:ind w:right="-1" w:firstLine="0"/>
        <w:jc w:val="both"/>
      </w:pPr>
      <w:r w:rsidRPr="00177E95">
        <w:t>4</w:t>
      </w:r>
      <w:r w:rsidR="0049376C" w:rsidRPr="00177E95">
        <w:t>4</w:t>
      </w:r>
      <w:r w:rsidRPr="00177E95">
        <w:t xml:space="preserve">. </w:t>
      </w:r>
      <w:r w:rsidRPr="00177E95">
        <w:rPr>
          <w:b/>
        </w:rPr>
        <w:t>Петър Гъров</w:t>
      </w:r>
      <w:r w:rsidRPr="00177E95">
        <w:t xml:space="preserve"> - началник отдел „Верификация Южен“ - представител на  Министерство</w:t>
      </w:r>
      <w:r w:rsidR="003C6B6C">
        <w:t>то</w:t>
      </w:r>
      <w:r w:rsidRPr="00177E95">
        <w:t xml:space="preserve"> на труда и социалната политика;</w:t>
      </w:r>
    </w:p>
    <w:p w14:paraId="468FC538" w14:textId="3B6BF71D" w:rsidR="00103C2D" w:rsidRPr="00177E95" w:rsidRDefault="00103C2D" w:rsidP="00103C2D">
      <w:pPr>
        <w:spacing w:before="0" w:after="0"/>
        <w:ind w:right="-1" w:firstLine="0"/>
        <w:jc w:val="both"/>
      </w:pPr>
      <w:r w:rsidRPr="00177E95">
        <w:t>4</w:t>
      </w:r>
      <w:r w:rsidR="0049376C" w:rsidRPr="00177E95">
        <w:t>5</w:t>
      </w:r>
      <w:r w:rsidRPr="00177E95">
        <w:t xml:space="preserve">. </w:t>
      </w:r>
      <w:r w:rsidR="00EF498E" w:rsidRPr="00177E95">
        <w:rPr>
          <w:b/>
        </w:rPr>
        <w:t xml:space="preserve">Иван Господинов - </w:t>
      </w:r>
      <w:r w:rsidR="006A39FB">
        <w:t>директор на Д</w:t>
      </w:r>
      <w:r w:rsidR="00EF498E" w:rsidRPr="00177E95">
        <w:t xml:space="preserve">ирекция „Изпълнение на проекти, програми и стратегии“ </w:t>
      </w:r>
      <w:r w:rsidRPr="00177E95">
        <w:t>- представител на  Министерство</w:t>
      </w:r>
      <w:r w:rsidR="003C6B6C">
        <w:t>то</w:t>
      </w:r>
      <w:r w:rsidRPr="00177E95">
        <w:t xml:space="preserve"> на  здравеопазването;</w:t>
      </w:r>
    </w:p>
    <w:p w14:paraId="148DCB24" w14:textId="2BC3E4D6" w:rsidR="00103C2D" w:rsidRPr="00177E95" w:rsidRDefault="00103C2D" w:rsidP="00103C2D">
      <w:pPr>
        <w:spacing w:before="0" w:after="0"/>
        <w:ind w:right="-1" w:firstLine="709"/>
        <w:jc w:val="both"/>
        <w:rPr>
          <w:i/>
          <w:u w:val="single"/>
        </w:rPr>
      </w:pPr>
      <w:r w:rsidRPr="00177E95">
        <w:rPr>
          <w:i/>
          <w:u w:val="single"/>
        </w:rPr>
        <w:t>Заместни</w:t>
      </w:r>
      <w:r w:rsidR="003C6B6C">
        <w:rPr>
          <w:i/>
          <w:u w:val="single"/>
        </w:rPr>
        <w:t>к</w:t>
      </w:r>
      <w:r w:rsidRPr="00177E95">
        <w:rPr>
          <w:i/>
          <w:u w:val="single"/>
        </w:rPr>
        <w:t>:</w:t>
      </w:r>
    </w:p>
    <w:p w14:paraId="1EB6D6BB" w14:textId="6A498598" w:rsidR="00103C2D" w:rsidRPr="00177E95" w:rsidRDefault="006D70FB" w:rsidP="006D70FB">
      <w:pPr>
        <w:pStyle w:val="ListParagraph"/>
        <w:numPr>
          <w:ilvl w:val="0"/>
          <w:numId w:val="12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>Антоанета Димова</w:t>
      </w:r>
      <w:r w:rsidR="00103C2D" w:rsidRPr="00177E95">
        <w:rPr>
          <w:rFonts w:ascii="Times New Roman" w:hAnsi="Times New Roman"/>
          <w:sz w:val="24"/>
          <w:szCs w:val="24"/>
        </w:rPr>
        <w:t xml:space="preserve"> - </w:t>
      </w:r>
      <w:r w:rsidRPr="00177E95">
        <w:rPr>
          <w:rFonts w:ascii="Times New Roman" w:hAnsi="Times New Roman"/>
          <w:sz w:val="24"/>
          <w:szCs w:val="24"/>
        </w:rPr>
        <w:t xml:space="preserve">началник </w:t>
      </w:r>
      <w:r w:rsidR="006A39FB">
        <w:rPr>
          <w:rFonts w:ascii="Times New Roman" w:hAnsi="Times New Roman"/>
          <w:sz w:val="24"/>
          <w:szCs w:val="24"/>
        </w:rPr>
        <w:t>на О</w:t>
      </w:r>
      <w:r w:rsidRPr="00177E95">
        <w:rPr>
          <w:rFonts w:ascii="Times New Roman" w:hAnsi="Times New Roman"/>
          <w:sz w:val="24"/>
          <w:szCs w:val="24"/>
        </w:rPr>
        <w:t>тдел „Проекти и програми финансирани по Европейски структурни и инвестиционни фондове“, дирекция „Изпълнение на проекти, програми и стратегии“</w:t>
      </w:r>
      <w:r w:rsidR="00AE53E8" w:rsidRPr="00177E95">
        <w:rPr>
          <w:rFonts w:ascii="Times New Roman" w:hAnsi="Times New Roman"/>
          <w:sz w:val="24"/>
          <w:szCs w:val="24"/>
        </w:rPr>
        <w:t>;</w:t>
      </w:r>
    </w:p>
    <w:p w14:paraId="4C731491" w14:textId="530337FE" w:rsidR="00103C2D" w:rsidRPr="00177E95" w:rsidRDefault="00103C2D" w:rsidP="00103C2D">
      <w:pPr>
        <w:spacing w:before="0" w:after="0"/>
        <w:ind w:right="-1" w:firstLine="0"/>
        <w:jc w:val="both"/>
      </w:pPr>
      <w:r w:rsidRPr="00177E95">
        <w:t>4</w:t>
      </w:r>
      <w:r w:rsidR="0049376C" w:rsidRPr="00177E95">
        <w:t>6</w:t>
      </w:r>
      <w:r w:rsidRPr="00177E95">
        <w:t xml:space="preserve">. </w:t>
      </w:r>
      <w:r w:rsidR="00371C37" w:rsidRPr="00177E95">
        <w:rPr>
          <w:b/>
        </w:rPr>
        <w:t>Николай Сиджимов</w:t>
      </w:r>
      <w:r w:rsidRPr="00177E95">
        <w:t xml:space="preserve"> </w:t>
      </w:r>
      <w:r w:rsidR="00371C37" w:rsidRPr="00177E95">
        <w:t>–</w:t>
      </w:r>
      <w:r w:rsidRPr="00177E95">
        <w:t xml:space="preserve"> </w:t>
      </w:r>
      <w:r w:rsidR="00371C37" w:rsidRPr="00177E95">
        <w:t xml:space="preserve">заместник-министър </w:t>
      </w:r>
      <w:r w:rsidRPr="00177E95">
        <w:t>- представител на  Министерство</w:t>
      </w:r>
      <w:r w:rsidR="003C6B6C">
        <w:t>то</w:t>
      </w:r>
      <w:r w:rsidRPr="00177E95">
        <w:t xml:space="preserve"> на околната среда и водите;</w:t>
      </w:r>
    </w:p>
    <w:p w14:paraId="17B97378" w14:textId="152EA283" w:rsidR="00371C37" w:rsidRPr="00177E95" w:rsidRDefault="00371C37" w:rsidP="00371C37">
      <w:pPr>
        <w:spacing w:before="0" w:after="0"/>
        <w:ind w:right="-1" w:firstLine="709"/>
        <w:jc w:val="both"/>
        <w:rPr>
          <w:i/>
          <w:u w:val="single"/>
        </w:rPr>
      </w:pPr>
      <w:r w:rsidRPr="00177E95">
        <w:rPr>
          <w:i/>
          <w:u w:val="single"/>
        </w:rPr>
        <w:t>Заместни</w:t>
      </w:r>
      <w:r w:rsidR="003C6B6C">
        <w:rPr>
          <w:i/>
          <w:u w:val="single"/>
        </w:rPr>
        <w:t>к</w:t>
      </w:r>
      <w:r w:rsidRPr="00177E95">
        <w:rPr>
          <w:i/>
          <w:u w:val="single"/>
        </w:rPr>
        <w:t>:</w:t>
      </w:r>
    </w:p>
    <w:p w14:paraId="0A4634F5" w14:textId="6DB3243E" w:rsidR="00371C37" w:rsidRPr="00177E95" w:rsidRDefault="00371C37" w:rsidP="00371C37">
      <w:pPr>
        <w:pStyle w:val="ListParagraph"/>
        <w:numPr>
          <w:ilvl w:val="0"/>
          <w:numId w:val="16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>Ваня Димитрова</w:t>
      </w:r>
      <w:r w:rsidR="006A39FB">
        <w:rPr>
          <w:rFonts w:ascii="Times New Roman" w:hAnsi="Times New Roman"/>
          <w:sz w:val="24"/>
          <w:szCs w:val="24"/>
        </w:rPr>
        <w:t xml:space="preserve"> - директор на Д</w:t>
      </w:r>
      <w:r w:rsidRPr="00177E95">
        <w:rPr>
          <w:rFonts w:ascii="Times New Roman" w:hAnsi="Times New Roman"/>
          <w:sz w:val="24"/>
          <w:szCs w:val="24"/>
        </w:rPr>
        <w:t>ирекция „Национален координационен център“, Министерство</w:t>
      </w:r>
      <w:r w:rsidR="003C6B6C">
        <w:rPr>
          <w:rFonts w:ascii="Times New Roman" w:hAnsi="Times New Roman"/>
          <w:sz w:val="24"/>
          <w:szCs w:val="24"/>
        </w:rPr>
        <w:t>то</w:t>
      </w:r>
      <w:r w:rsidRPr="00177E95">
        <w:rPr>
          <w:rFonts w:ascii="Times New Roman" w:hAnsi="Times New Roman"/>
          <w:sz w:val="24"/>
          <w:szCs w:val="24"/>
        </w:rPr>
        <w:t xml:space="preserve"> на околната среда и водите;</w:t>
      </w:r>
    </w:p>
    <w:p w14:paraId="042B2A93" w14:textId="32D00E07" w:rsidR="00103C2D" w:rsidRPr="00177E95" w:rsidRDefault="00103C2D" w:rsidP="00103C2D">
      <w:pPr>
        <w:spacing w:before="0" w:after="0"/>
        <w:ind w:right="-1" w:firstLine="0"/>
        <w:jc w:val="both"/>
      </w:pPr>
      <w:r w:rsidRPr="00177E95">
        <w:t>4</w:t>
      </w:r>
      <w:r w:rsidR="0049376C" w:rsidRPr="00177E95">
        <w:t>7</w:t>
      </w:r>
      <w:r w:rsidRPr="00177E95">
        <w:t xml:space="preserve">. </w:t>
      </w:r>
      <w:r w:rsidR="00A936C6" w:rsidRPr="00177E95">
        <w:rPr>
          <w:b/>
        </w:rPr>
        <w:t xml:space="preserve">Севгин Ахмед  - </w:t>
      </w:r>
      <w:r w:rsidR="00A936C6" w:rsidRPr="00177E95">
        <w:t xml:space="preserve">главен експерт, Дирекция „Развитие на селските райони“ - </w:t>
      </w:r>
      <w:r w:rsidRPr="00177E95">
        <w:t>представител на  Ми</w:t>
      </w:r>
      <w:r w:rsidR="00A936C6" w:rsidRPr="00177E95">
        <w:t>нистерство</w:t>
      </w:r>
      <w:r w:rsidR="003C6B6C">
        <w:t>то</w:t>
      </w:r>
      <w:r w:rsidR="00A936C6" w:rsidRPr="00177E95">
        <w:t xml:space="preserve"> на земеделието и</w:t>
      </w:r>
      <w:r w:rsidRPr="00177E95">
        <w:t xml:space="preserve"> храните;</w:t>
      </w:r>
    </w:p>
    <w:p w14:paraId="4F07169E" w14:textId="391D3AFB" w:rsidR="00A936C6" w:rsidRPr="00177E95" w:rsidRDefault="00A936C6" w:rsidP="00A936C6">
      <w:pPr>
        <w:spacing w:before="0" w:after="0"/>
        <w:ind w:right="-1" w:firstLine="709"/>
        <w:jc w:val="both"/>
        <w:rPr>
          <w:i/>
          <w:u w:val="single"/>
        </w:rPr>
      </w:pPr>
      <w:r w:rsidRPr="00177E95">
        <w:rPr>
          <w:i/>
          <w:u w:val="single"/>
        </w:rPr>
        <w:t>Заместни</w:t>
      </w:r>
      <w:r w:rsidR="003C6B6C">
        <w:rPr>
          <w:i/>
          <w:u w:val="single"/>
        </w:rPr>
        <w:t>к</w:t>
      </w:r>
      <w:r w:rsidRPr="00177E95">
        <w:rPr>
          <w:i/>
          <w:u w:val="single"/>
        </w:rPr>
        <w:t>:</w:t>
      </w:r>
    </w:p>
    <w:p w14:paraId="114694CB" w14:textId="619E422C" w:rsidR="00A936C6" w:rsidRPr="00177E95" w:rsidRDefault="00A936C6" w:rsidP="00A936C6">
      <w:pPr>
        <w:pStyle w:val="ListParagraph"/>
        <w:numPr>
          <w:ilvl w:val="0"/>
          <w:numId w:val="16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>Илияна Марковска</w:t>
      </w:r>
      <w:r w:rsidR="006A39FB">
        <w:rPr>
          <w:rFonts w:ascii="Times New Roman" w:hAnsi="Times New Roman"/>
          <w:sz w:val="24"/>
          <w:szCs w:val="24"/>
        </w:rPr>
        <w:t xml:space="preserve"> - главен експерт в О</w:t>
      </w:r>
      <w:r w:rsidRPr="00177E95">
        <w:rPr>
          <w:rFonts w:ascii="Times New Roman" w:hAnsi="Times New Roman"/>
          <w:sz w:val="24"/>
          <w:szCs w:val="24"/>
        </w:rPr>
        <w:t>тдел „Публични мерки“, дирекция „Развитие на селските райони“;</w:t>
      </w:r>
    </w:p>
    <w:p w14:paraId="15B3336B" w14:textId="7ACC418A" w:rsidR="00103C2D" w:rsidRDefault="00103C2D" w:rsidP="00103C2D">
      <w:pPr>
        <w:spacing w:before="0" w:after="0"/>
        <w:ind w:right="-1" w:firstLine="0"/>
        <w:jc w:val="both"/>
      </w:pPr>
      <w:r w:rsidRPr="00177E95">
        <w:t>4</w:t>
      </w:r>
      <w:r w:rsidR="0049376C" w:rsidRPr="00177E95">
        <w:t>8</w:t>
      </w:r>
      <w:r w:rsidRPr="00177E95">
        <w:t xml:space="preserve">. </w:t>
      </w:r>
      <w:r w:rsidRPr="00177E95">
        <w:rPr>
          <w:b/>
        </w:rPr>
        <w:t>Милен Минчев</w:t>
      </w:r>
      <w:r w:rsidR="006A39FB">
        <w:t xml:space="preserve"> - главен експерт в Д</w:t>
      </w:r>
      <w:r w:rsidRPr="00177E95">
        <w:t>ирекция „Национална транспортна политика” -</w:t>
      </w:r>
      <w:r w:rsidRPr="00094B5A">
        <w:t xml:space="preserve"> представител на Министерство</w:t>
      </w:r>
      <w:r w:rsidR="003C6B6C">
        <w:t>то</w:t>
      </w:r>
      <w:r>
        <w:t xml:space="preserve"> на транспорта</w:t>
      </w:r>
      <w:r w:rsidR="00A936C6">
        <w:t xml:space="preserve"> и </w:t>
      </w:r>
      <w:r w:rsidRPr="00094B5A">
        <w:t>съобщенията;</w:t>
      </w:r>
    </w:p>
    <w:p w14:paraId="5FDDB263" w14:textId="316C7C49" w:rsidR="00A936C6" w:rsidRDefault="00A936C6" w:rsidP="00103C2D">
      <w:pPr>
        <w:spacing w:before="0" w:after="0"/>
        <w:ind w:right="-1" w:firstLine="0"/>
        <w:jc w:val="both"/>
        <w:rPr>
          <w:i/>
          <w:u w:val="single"/>
        </w:rPr>
      </w:pPr>
      <w:r>
        <w:tab/>
      </w:r>
      <w:r>
        <w:rPr>
          <w:i/>
          <w:u w:val="single"/>
        </w:rPr>
        <w:t>Заместни</w:t>
      </w:r>
      <w:r w:rsidR="003C6B6C">
        <w:rPr>
          <w:i/>
          <w:u w:val="single"/>
        </w:rPr>
        <w:t>к</w:t>
      </w:r>
      <w:r>
        <w:rPr>
          <w:i/>
          <w:u w:val="single"/>
        </w:rPr>
        <w:t>:</w:t>
      </w:r>
    </w:p>
    <w:p w14:paraId="47C5FB9F" w14:textId="2083C684" w:rsidR="00A936C6" w:rsidRPr="00177E95" w:rsidRDefault="00A936C6" w:rsidP="00103C2D">
      <w:pPr>
        <w:spacing w:before="0" w:after="0"/>
        <w:ind w:right="-1" w:firstLine="0"/>
        <w:jc w:val="both"/>
      </w:pPr>
      <w:r>
        <w:tab/>
      </w:r>
      <w:r w:rsidRPr="00177E95">
        <w:rPr>
          <w:b/>
        </w:rPr>
        <w:t>Валерия Низамова</w:t>
      </w:r>
      <w:r w:rsidRPr="00177E95">
        <w:t xml:space="preserve"> - главен експерт в дирекция „Национална транспортна политика”;</w:t>
      </w:r>
    </w:p>
    <w:p w14:paraId="1747B9BE" w14:textId="522F7A90" w:rsidR="00103C2D" w:rsidRPr="00177E95" w:rsidRDefault="0049376C" w:rsidP="009D751C">
      <w:pPr>
        <w:spacing w:before="0" w:after="0"/>
        <w:ind w:right="-1" w:firstLine="0"/>
        <w:jc w:val="both"/>
      </w:pPr>
      <w:r w:rsidRPr="00177E95">
        <w:t>49</w:t>
      </w:r>
      <w:r w:rsidR="00103C2D" w:rsidRPr="00177E95">
        <w:t xml:space="preserve">. </w:t>
      </w:r>
      <w:r w:rsidR="00BE0469">
        <w:t>П</w:t>
      </w:r>
      <w:r w:rsidR="00103C2D" w:rsidRPr="00177E95">
        <w:t>редставител на  Министерство</w:t>
      </w:r>
      <w:r w:rsidR="003C6B6C">
        <w:t>то</w:t>
      </w:r>
      <w:r w:rsidR="00103C2D" w:rsidRPr="00177E95">
        <w:t xml:space="preserve"> на икономиката</w:t>
      </w:r>
      <w:r w:rsidR="00627899" w:rsidRPr="00177E95">
        <w:t xml:space="preserve"> и индустрията</w:t>
      </w:r>
      <w:r w:rsidR="00103C2D" w:rsidRPr="00177E95">
        <w:t>;</w:t>
      </w:r>
    </w:p>
    <w:p w14:paraId="23D0D690" w14:textId="77777777" w:rsidR="00C330D5" w:rsidRPr="00177E95" w:rsidRDefault="00C330D5" w:rsidP="00C330D5">
      <w:pPr>
        <w:spacing w:before="0" w:after="0"/>
        <w:ind w:right="-1" w:firstLine="709"/>
        <w:jc w:val="both"/>
        <w:rPr>
          <w:i/>
          <w:u w:val="single"/>
        </w:rPr>
      </w:pPr>
      <w:r w:rsidRPr="00177E95">
        <w:rPr>
          <w:i/>
          <w:u w:val="single"/>
        </w:rPr>
        <w:t xml:space="preserve">Заместник: </w:t>
      </w:r>
    </w:p>
    <w:p w14:paraId="1DC412AE" w14:textId="77777777" w:rsidR="00C330D5" w:rsidRPr="00177E95" w:rsidRDefault="00C330D5" w:rsidP="00C330D5">
      <w:pPr>
        <w:pStyle w:val="ListParagraph"/>
        <w:numPr>
          <w:ilvl w:val="0"/>
          <w:numId w:val="13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>Желяз Енев</w:t>
      </w:r>
      <w:r w:rsidRPr="00177E95">
        <w:rPr>
          <w:rFonts w:ascii="Times New Roman" w:hAnsi="Times New Roman"/>
          <w:sz w:val="24"/>
          <w:szCs w:val="24"/>
        </w:rPr>
        <w:t xml:space="preserve"> - директор на дирекция „Икономическа политика“;</w:t>
      </w:r>
    </w:p>
    <w:p w14:paraId="060D51D1" w14:textId="6B1CADB8" w:rsidR="00C330D5" w:rsidRPr="00177E95" w:rsidRDefault="00C330D5" w:rsidP="00C330D5">
      <w:pPr>
        <w:spacing w:before="0" w:after="0"/>
        <w:ind w:right="-1" w:firstLine="0"/>
        <w:jc w:val="both"/>
      </w:pPr>
      <w:r w:rsidRPr="00177E95">
        <w:t>5</w:t>
      </w:r>
      <w:r w:rsidR="0049376C" w:rsidRPr="00177E95">
        <w:t>0</w:t>
      </w:r>
      <w:r w:rsidRPr="00177E95">
        <w:t xml:space="preserve">. </w:t>
      </w:r>
      <w:r w:rsidRPr="00177E95">
        <w:rPr>
          <w:b/>
        </w:rPr>
        <w:t>Венислава Рангеловска</w:t>
      </w:r>
      <w:r w:rsidRPr="00177E95">
        <w:t xml:space="preserve"> - </w:t>
      </w:r>
      <w:r w:rsidRPr="00177E95">
        <w:rPr>
          <w:color w:val="000000"/>
        </w:rPr>
        <w:t>главен експерт в дирекция  „Природни ресурси, концесии и контрол"</w:t>
      </w:r>
      <w:r w:rsidRPr="00177E95">
        <w:t>- представител на  Министерство</w:t>
      </w:r>
      <w:r w:rsidR="003C6B6C">
        <w:t>то</w:t>
      </w:r>
      <w:r w:rsidRPr="00177E95">
        <w:t xml:space="preserve"> на енергетиката;</w:t>
      </w:r>
    </w:p>
    <w:p w14:paraId="48085FAB" w14:textId="77777777" w:rsidR="00C330D5" w:rsidRPr="00177E95" w:rsidRDefault="00C330D5" w:rsidP="00C330D5">
      <w:pPr>
        <w:spacing w:before="0" w:after="0"/>
        <w:ind w:right="-1" w:firstLine="709"/>
        <w:jc w:val="both"/>
        <w:rPr>
          <w:i/>
          <w:u w:val="single"/>
        </w:rPr>
      </w:pPr>
      <w:r w:rsidRPr="00177E95">
        <w:rPr>
          <w:i/>
          <w:u w:val="single"/>
        </w:rPr>
        <w:lastRenderedPageBreak/>
        <w:t xml:space="preserve">Заместник: </w:t>
      </w:r>
    </w:p>
    <w:p w14:paraId="044B0B6D" w14:textId="77777777" w:rsidR="00C330D5" w:rsidRPr="00177E95" w:rsidRDefault="00C330D5" w:rsidP="00C330D5">
      <w:pPr>
        <w:pStyle w:val="ListParagraph"/>
        <w:numPr>
          <w:ilvl w:val="0"/>
          <w:numId w:val="13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 xml:space="preserve">Теодора Немска-Дошева </w:t>
      </w:r>
      <w:r w:rsidRPr="00177E95">
        <w:rPr>
          <w:rFonts w:ascii="Times New Roman" w:hAnsi="Times New Roman"/>
          <w:sz w:val="24"/>
          <w:szCs w:val="24"/>
        </w:rPr>
        <w:t>- главен експерт в дирекция  „Природни ресурси, концесии и контрол;</w:t>
      </w:r>
    </w:p>
    <w:p w14:paraId="4E020214" w14:textId="1BD085F5" w:rsidR="00C330D5" w:rsidRPr="00177E95" w:rsidRDefault="00C330D5" w:rsidP="00C330D5">
      <w:pPr>
        <w:spacing w:before="0" w:after="0"/>
        <w:ind w:right="-1" w:firstLine="0"/>
        <w:jc w:val="both"/>
      </w:pPr>
      <w:r w:rsidRPr="00177E95">
        <w:t>5</w:t>
      </w:r>
      <w:r w:rsidR="0049376C" w:rsidRPr="00177E95">
        <w:t>1</w:t>
      </w:r>
      <w:r w:rsidRPr="00177E95">
        <w:t xml:space="preserve">. </w:t>
      </w:r>
      <w:r w:rsidRPr="00177E95">
        <w:rPr>
          <w:b/>
        </w:rPr>
        <w:t>Венелина Червенкова</w:t>
      </w:r>
      <w:r w:rsidRPr="00177E95">
        <w:t xml:space="preserve"> - началник на отдел РОВТ, дирекция „Туристическа политика“ - представител на  Министерство</w:t>
      </w:r>
      <w:r w:rsidR="003C6B6C">
        <w:t>то</w:t>
      </w:r>
      <w:r w:rsidRPr="00177E95">
        <w:t xml:space="preserve"> на туризма;</w:t>
      </w:r>
    </w:p>
    <w:p w14:paraId="3E169CEC" w14:textId="63E70513" w:rsidR="00C330D5" w:rsidRPr="00177E95" w:rsidRDefault="00C330D5" w:rsidP="00C330D5">
      <w:pPr>
        <w:spacing w:before="0" w:after="0"/>
        <w:ind w:right="-1" w:firstLine="0"/>
        <w:jc w:val="both"/>
      </w:pPr>
      <w:r w:rsidRPr="00177E95">
        <w:t>5</w:t>
      </w:r>
      <w:r w:rsidR="0049376C" w:rsidRPr="00177E95">
        <w:t>2</w:t>
      </w:r>
      <w:r w:rsidRPr="00177E95">
        <w:t xml:space="preserve">. </w:t>
      </w:r>
      <w:r w:rsidRPr="00177E95">
        <w:rPr>
          <w:b/>
        </w:rPr>
        <w:t>Васил Миленчев</w:t>
      </w:r>
      <w:r w:rsidRPr="00177E95">
        <w:t xml:space="preserve"> - старши експерт в дирекция „Регионална координация и контрол“- представител на  Министерство</w:t>
      </w:r>
      <w:r w:rsidR="003C6B6C">
        <w:t>то</w:t>
      </w:r>
      <w:r w:rsidRPr="00177E95">
        <w:t xml:space="preserve"> на младежта и спорта;</w:t>
      </w:r>
    </w:p>
    <w:p w14:paraId="048ED38B" w14:textId="6CBA1C6C" w:rsidR="00C330D5" w:rsidRPr="00177E95" w:rsidRDefault="00C330D5" w:rsidP="00C330D5">
      <w:pPr>
        <w:spacing w:before="0" w:after="0"/>
        <w:ind w:right="-1" w:firstLine="0"/>
        <w:jc w:val="both"/>
      </w:pPr>
      <w:r w:rsidRPr="00177E95">
        <w:t>5</w:t>
      </w:r>
      <w:r w:rsidR="0049376C" w:rsidRPr="00177E95">
        <w:t>3</w:t>
      </w:r>
      <w:r w:rsidRPr="00177E95">
        <w:t xml:space="preserve">. </w:t>
      </w:r>
      <w:r w:rsidRPr="00177E95">
        <w:rPr>
          <w:b/>
        </w:rPr>
        <w:t>Амелия Гешева</w:t>
      </w:r>
      <w:r w:rsidRPr="00177E95">
        <w:t xml:space="preserve"> – заместник-министър - представител на  Министерство</w:t>
      </w:r>
      <w:r w:rsidR="003C6B6C">
        <w:t>то</w:t>
      </w:r>
      <w:r w:rsidRPr="00177E95">
        <w:t xml:space="preserve"> на културата;</w:t>
      </w:r>
    </w:p>
    <w:p w14:paraId="76562BBF" w14:textId="29E8D2D7" w:rsidR="00C330D5" w:rsidRPr="00177E95" w:rsidRDefault="00C330D5" w:rsidP="00C330D5">
      <w:pPr>
        <w:spacing w:before="0" w:after="0"/>
        <w:ind w:right="-1" w:firstLine="709"/>
        <w:jc w:val="both"/>
        <w:rPr>
          <w:i/>
          <w:u w:val="single"/>
        </w:rPr>
      </w:pPr>
      <w:r w:rsidRPr="00177E95">
        <w:rPr>
          <w:i/>
          <w:u w:val="single"/>
        </w:rPr>
        <w:t>Заместни</w:t>
      </w:r>
      <w:r w:rsidR="003C6B6C">
        <w:rPr>
          <w:i/>
          <w:u w:val="single"/>
        </w:rPr>
        <w:t>к</w:t>
      </w:r>
      <w:r w:rsidRPr="00177E95">
        <w:rPr>
          <w:i/>
          <w:u w:val="single"/>
        </w:rPr>
        <w:t>:</w:t>
      </w:r>
    </w:p>
    <w:p w14:paraId="62D93DB0" w14:textId="77777777" w:rsidR="00C330D5" w:rsidRPr="00177E95" w:rsidRDefault="00C330D5" w:rsidP="00C330D5">
      <w:pPr>
        <w:pStyle w:val="ListParagraph"/>
        <w:numPr>
          <w:ilvl w:val="0"/>
          <w:numId w:val="16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>Стефан Попов</w:t>
      </w:r>
      <w:r w:rsidRPr="00177E95">
        <w:rPr>
          <w:rFonts w:ascii="Times New Roman" w:hAnsi="Times New Roman"/>
          <w:sz w:val="24"/>
          <w:szCs w:val="24"/>
        </w:rPr>
        <w:t xml:space="preserve"> - началник на отдел „Европейски програми и проекти“ в дирекция „Международно сътрудничество, европейски програми и регионални дейности“;</w:t>
      </w:r>
    </w:p>
    <w:p w14:paraId="43207A27" w14:textId="4AFDBB49" w:rsidR="00C330D5" w:rsidRPr="00177E95" w:rsidRDefault="00C330D5" w:rsidP="00C330D5">
      <w:pPr>
        <w:spacing w:before="0" w:after="0"/>
        <w:ind w:right="-1" w:firstLine="0"/>
        <w:jc w:val="both"/>
      </w:pPr>
      <w:r w:rsidRPr="00177E95">
        <w:t>5</w:t>
      </w:r>
      <w:r w:rsidR="0049376C" w:rsidRPr="00177E95">
        <w:t>4</w:t>
      </w:r>
      <w:r w:rsidRPr="00177E95">
        <w:t xml:space="preserve">. </w:t>
      </w:r>
      <w:r w:rsidR="00BE0469" w:rsidRPr="00BE0469">
        <w:t>П</w:t>
      </w:r>
      <w:r w:rsidRPr="00177E95">
        <w:t>редставител на Министерство</w:t>
      </w:r>
      <w:r w:rsidR="003C6B6C">
        <w:t>то</w:t>
      </w:r>
      <w:r w:rsidRPr="00177E95">
        <w:t xml:space="preserve"> на електронното управление;</w:t>
      </w:r>
      <w:bookmarkStart w:id="0" w:name="_GoBack"/>
      <w:bookmarkEnd w:id="0"/>
    </w:p>
    <w:p w14:paraId="4FFB159D" w14:textId="63ED3F2C" w:rsidR="00C330D5" w:rsidRPr="00177E95" w:rsidRDefault="00C330D5" w:rsidP="00C330D5">
      <w:pPr>
        <w:spacing w:before="0" w:after="0"/>
        <w:ind w:right="-1" w:firstLine="0"/>
        <w:jc w:val="both"/>
        <w:rPr>
          <w:i/>
          <w:u w:val="single"/>
        </w:rPr>
      </w:pPr>
      <w:r w:rsidRPr="00177E95">
        <w:rPr>
          <w:b/>
          <w:lang w:val="en-US"/>
        </w:rPr>
        <w:tab/>
      </w:r>
      <w:r w:rsidRPr="00177E95">
        <w:rPr>
          <w:i/>
          <w:u w:val="single"/>
        </w:rPr>
        <w:t>Заместни</w:t>
      </w:r>
      <w:r w:rsidR="003C6B6C">
        <w:rPr>
          <w:i/>
          <w:u w:val="single"/>
        </w:rPr>
        <w:t>к</w:t>
      </w:r>
      <w:r w:rsidRPr="00177E95">
        <w:rPr>
          <w:i/>
          <w:u w:val="single"/>
        </w:rPr>
        <w:t>:</w:t>
      </w:r>
    </w:p>
    <w:p w14:paraId="6E791401" w14:textId="77777777" w:rsidR="00C330D5" w:rsidRPr="00177E95" w:rsidRDefault="00C330D5" w:rsidP="00C330D5">
      <w:pPr>
        <w:pStyle w:val="ListParagraph"/>
        <w:numPr>
          <w:ilvl w:val="0"/>
          <w:numId w:val="16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77E95">
        <w:rPr>
          <w:rFonts w:ascii="Times New Roman" w:hAnsi="Times New Roman"/>
          <w:b/>
          <w:sz w:val="24"/>
          <w:szCs w:val="24"/>
        </w:rPr>
        <w:t xml:space="preserve">Мая Лазарова - </w:t>
      </w:r>
      <w:r w:rsidRPr="00177E95">
        <w:rPr>
          <w:rFonts w:ascii="Times New Roman" w:hAnsi="Times New Roman"/>
          <w:sz w:val="24"/>
          <w:szCs w:val="24"/>
        </w:rPr>
        <w:t>държавен експерт в отдел „Стратегическо планиране на електронното управление“, дирекция „Политики за електронно управление“;</w:t>
      </w:r>
    </w:p>
    <w:p w14:paraId="2D90AE18" w14:textId="0B687B65" w:rsidR="008E0AB6" w:rsidRPr="00A71FAF" w:rsidRDefault="008E0AB6" w:rsidP="008E0AB6">
      <w:pPr>
        <w:spacing w:before="0" w:after="0"/>
        <w:ind w:right="-1" w:firstLine="0"/>
        <w:jc w:val="both"/>
      </w:pPr>
      <w:r w:rsidRPr="00177E95">
        <w:t>5</w:t>
      </w:r>
      <w:r w:rsidR="0049376C" w:rsidRPr="00177E95">
        <w:t>5</w:t>
      </w:r>
      <w:r w:rsidRPr="00177E95">
        <w:t>.</w:t>
      </w:r>
      <w:r w:rsidRPr="00177E95">
        <w:rPr>
          <w:b/>
        </w:rPr>
        <w:t xml:space="preserve"> Гергана Грозданова-Джойкева - </w:t>
      </w:r>
      <w:r w:rsidRPr="00177E95">
        <w:t>заместник главен-директор на Главна дирекция „Европейски фондове за конкурентоспособност“</w:t>
      </w:r>
      <w:r w:rsidRPr="00177E95">
        <w:rPr>
          <w:b/>
        </w:rPr>
        <w:t xml:space="preserve"> – </w:t>
      </w:r>
      <w:r w:rsidRPr="00177E95">
        <w:t>представител на Министерството на</w:t>
      </w:r>
      <w:r w:rsidRPr="00A71FAF">
        <w:t xml:space="preserve"> иновациите и растежа;  </w:t>
      </w:r>
    </w:p>
    <w:p w14:paraId="22738857" w14:textId="77777777" w:rsidR="008E0AB6" w:rsidRPr="00F07BA6" w:rsidRDefault="008E0AB6" w:rsidP="008E0AB6">
      <w:pPr>
        <w:spacing w:before="0" w:after="0"/>
        <w:ind w:right="-1" w:firstLine="709"/>
        <w:jc w:val="both"/>
        <w:rPr>
          <w:i/>
          <w:u w:val="single"/>
        </w:rPr>
      </w:pPr>
      <w:r w:rsidRPr="00F07BA6">
        <w:rPr>
          <w:i/>
          <w:u w:val="single"/>
        </w:rPr>
        <w:t>Заместници:</w:t>
      </w:r>
    </w:p>
    <w:p w14:paraId="45423F3B" w14:textId="77777777" w:rsidR="008E0AB6" w:rsidRPr="00F07BA6" w:rsidRDefault="008E0AB6" w:rsidP="008E0AB6">
      <w:pPr>
        <w:pStyle w:val="ListParagraph"/>
        <w:numPr>
          <w:ilvl w:val="0"/>
          <w:numId w:val="16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F07BA6">
        <w:rPr>
          <w:rFonts w:ascii="Times New Roman" w:hAnsi="Times New Roman"/>
          <w:b/>
          <w:sz w:val="24"/>
          <w:szCs w:val="24"/>
        </w:rPr>
        <w:t>Атанас Ляпчев</w:t>
      </w:r>
      <w:r w:rsidRPr="00F07BA6">
        <w:rPr>
          <w:rFonts w:ascii="Times New Roman" w:hAnsi="Times New Roman"/>
          <w:sz w:val="24"/>
          <w:szCs w:val="24"/>
        </w:rPr>
        <w:t xml:space="preserve"> - главен експерт в дирекция „Политики и анализи“;</w:t>
      </w:r>
    </w:p>
    <w:p w14:paraId="19809B2B" w14:textId="77777777" w:rsidR="008E0AB6" w:rsidRPr="00A71FAF" w:rsidRDefault="008E0AB6" w:rsidP="008E0AB6">
      <w:pPr>
        <w:pStyle w:val="ListParagraph"/>
        <w:numPr>
          <w:ilvl w:val="0"/>
          <w:numId w:val="16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F07BA6">
        <w:rPr>
          <w:rFonts w:ascii="Times New Roman" w:hAnsi="Times New Roman"/>
          <w:b/>
          <w:sz w:val="24"/>
          <w:szCs w:val="24"/>
        </w:rPr>
        <w:t>Ангелина Стоянова</w:t>
      </w:r>
      <w:r w:rsidRPr="00F07BA6">
        <w:rPr>
          <w:rFonts w:ascii="Times New Roman" w:hAnsi="Times New Roman"/>
          <w:sz w:val="24"/>
          <w:szCs w:val="24"/>
        </w:rPr>
        <w:t xml:space="preserve"> - главен експерт в сектор „ПНИИДИТ“, отдел „Програмиране“,</w:t>
      </w:r>
      <w:r w:rsidRPr="00A71FAF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лавна дирекция „Европейски фондове за конкурентноспособност“;</w:t>
      </w:r>
    </w:p>
    <w:p w14:paraId="0AA73FEF" w14:textId="77777777" w:rsidR="00BE0469" w:rsidRPr="00F07BA6" w:rsidRDefault="00BE0469" w:rsidP="00BE0469">
      <w:pPr>
        <w:spacing w:before="0" w:after="0"/>
        <w:ind w:right="-1" w:firstLine="0"/>
        <w:jc w:val="both"/>
      </w:pPr>
      <w:r w:rsidRPr="00F07BA6">
        <w:t xml:space="preserve">56. </w:t>
      </w:r>
      <w:r w:rsidRPr="00F07BA6">
        <w:rPr>
          <w:b/>
        </w:rPr>
        <w:t>Кристина Захариева</w:t>
      </w:r>
      <w:r w:rsidRPr="00F07BA6">
        <w:t xml:space="preserve"> - директор на Териториално статистическо бюро - Юг - представител на Националния статистически институт;</w:t>
      </w:r>
    </w:p>
    <w:p w14:paraId="4D4C5804" w14:textId="77777777" w:rsidR="00BE0469" w:rsidRPr="00F07BA6" w:rsidRDefault="00BE0469" w:rsidP="00BE0469">
      <w:pPr>
        <w:spacing w:before="0" w:after="0"/>
        <w:ind w:right="-1" w:firstLine="0"/>
        <w:jc w:val="both"/>
        <w:rPr>
          <w:i/>
          <w:u w:val="single"/>
        </w:rPr>
      </w:pPr>
      <w:r w:rsidRPr="00F07BA6">
        <w:tab/>
      </w:r>
      <w:r w:rsidRPr="00F07BA6">
        <w:rPr>
          <w:i/>
          <w:u w:val="single"/>
        </w:rPr>
        <w:t>Заместни</w:t>
      </w:r>
      <w:r>
        <w:rPr>
          <w:i/>
          <w:u w:val="single"/>
        </w:rPr>
        <w:t>к</w:t>
      </w:r>
      <w:r w:rsidRPr="00F07BA6">
        <w:rPr>
          <w:i/>
          <w:u w:val="single"/>
        </w:rPr>
        <w:t>:</w:t>
      </w:r>
    </w:p>
    <w:p w14:paraId="04D96108" w14:textId="77777777" w:rsidR="00BE0469" w:rsidRPr="00F07BA6" w:rsidRDefault="00BE0469" w:rsidP="00BE0469">
      <w:pPr>
        <w:pStyle w:val="ListParagraph"/>
        <w:numPr>
          <w:ilvl w:val="0"/>
          <w:numId w:val="17"/>
        </w:numPr>
        <w:spacing w:before="0"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F07BA6">
        <w:rPr>
          <w:rFonts w:ascii="Times New Roman" w:hAnsi="Times New Roman"/>
          <w:b/>
          <w:sz w:val="24"/>
          <w:szCs w:val="24"/>
        </w:rPr>
        <w:t>Живко Курсов</w:t>
      </w:r>
      <w:r w:rsidRPr="00F07BA6">
        <w:rPr>
          <w:rFonts w:ascii="Times New Roman" w:hAnsi="Times New Roman"/>
          <w:sz w:val="24"/>
          <w:szCs w:val="24"/>
        </w:rPr>
        <w:t xml:space="preserve"> - началник на отдел „Статистически изследвания - Пловдив“;</w:t>
      </w:r>
    </w:p>
    <w:p w14:paraId="226C1FA3" w14:textId="77777777" w:rsidR="00BE0469" w:rsidRDefault="00BE0469" w:rsidP="00BE0469">
      <w:pPr>
        <w:spacing w:before="0" w:after="0"/>
        <w:ind w:right="-1" w:firstLine="0"/>
        <w:jc w:val="both"/>
      </w:pPr>
      <w:r w:rsidRPr="00F07BA6">
        <w:t xml:space="preserve">57. </w:t>
      </w:r>
      <w:r w:rsidRPr="00F07BA6">
        <w:rPr>
          <w:b/>
        </w:rPr>
        <w:t>Д-р Момчил Караиванов</w:t>
      </w:r>
      <w:r w:rsidRPr="00F07BA6">
        <w:t xml:space="preserve"> - координатор на Регионален академичен център – Смолян -</w:t>
      </w:r>
      <w:r w:rsidRPr="00094B5A">
        <w:t xml:space="preserve">  представител на Българската академия на науките</w:t>
      </w:r>
      <w:r>
        <w:t>.</w:t>
      </w:r>
    </w:p>
    <w:p w14:paraId="00F2C76F" w14:textId="5D3BF4AF" w:rsidR="00BE0469" w:rsidRDefault="00BE0469" w:rsidP="009D751C">
      <w:pPr>
        <w:spacing w:before="0" w:after="0"/>
        <w:ind w:right="-1" w:firstLine="0"/>
        <w:jc w:val="both"/>
        <w:rPr>
          <w:i/>
          <w:u w:val="single"/>
        </w:rPr>
      </w:pPr>
    </w:p>
    <w:p w14:paraId="6026B9F6" w14:textId="322D7FAF" w:rsidR="00BE0469" w:rsidRDefault="00BE0469" w:rsidP="009D751C">
      <w:pPr>
        <w:spacing w:before="0" w:after="0"/>
        <w:ind w:right="-1" w:firstLine="0"/>
        <w:jc w:val="both"/>
        <w:rPr>
          <w:i/>
          <w:u w:val="single"/>
        </w:rPr>
      </w:pPr>
    </w:p>
    <w:p w14:paraId="16882808" w14:textId="77777777" w:rsidR="00BE0469" w:rsidRPr="00103C2D" w:rsidRDefault="00BE0469" w:rsidP="009D751C">
      <w:pPr>
        <w:spacing w:before="0" w:after="0"/>
        <w:ind w:right="-1" w:firstLine="0"/>
        <w:jc w:val="both"/>
        <w:rPr>
          <w:i/>
          <w:u w:val="single"/>
        </w:rPr>
        <w:sectPr w:rsidR="00BE0469" w:rsidRPr="00103C2D" w:rsidSect="00D64CA6">
          <w:headerReference w:type="default" r:id="rId8"/>
          <w:footerReference w:type="default" r:id="rId9"/>
          <w:headerReference w:type="first" r:id="rId10"/>
          <w:pgSz w:w="11906" w:h="16838" w:code="9"/>
          <w:pgMar w:top="1263" w:right="1134" w:bottom="567" w:left="1418" w:header="850" w:footer="567" w:gutter="0"/>
          <w:pgNumType w:start="1"/>
          <w:cols w:space="708"/>
          <w:titlePg/>
          <w:docGrid w:linePitch="360"/>
        </w:sectPr>
      </w:pPr>
    </w:p>
    <w:p w14:paraId="39508D12" w14:textId="6B17AF92" w:rsidR="003B773C" w:rsidRPr="0098708C" w:rsidRDefault="003C6B6C" w:rsidP="003B773C">
      <w:pPr>
        <w:spacing w:before="0" w:after="0"/>
        <w:ind w:right="-1" w:firstLine="698"/>
        <w:jc w:val="both"/>
      </w:pPr>
      <w:r>
        <w:lastRenderedPageBreak/>
        <w:t>Отменям</w:t>
      </w:r>
      <w:r w:rsidR="003B773C" w:rsidRPr="0098708C">
        <w:t xml:space="preserve"> Заповед № РД-02-36-80/ 15.01.2021 г. </w:t>
      </w:r>
    </w:p>
    <w:p w14:paraId="6240CBBF" w14:textId="77777777" w:rsidR="003B773C" w:rsidRPr="0098708C" w:rsidRDefault="003B773C" w:rsidP="003B773C">
      <w:pPr>
        <w:spacing w:before="0" w:after="0"/>
        <w:ind w:right="-1" w:firstLine="698"/>
        <w:jc w:val="both"/>
      </w:pPr>
      <w:r w:rsidRPr="0098708C">
        <w:t>Заповедта влиза в сила от датата на подписването ѝ, като е със срок на действие за период от четири години.</w:t>
      </w:r>
    </w:p>
    <w:p w14:paraId="6AD540EA" w14:textId="464F67B7" w:rsidR="003B773C" w:rsidRPr="0098708C" w:rsidRDefault="003B773C" w:rsidP="003B773C">
      <w:pPr>
        <w:spacing w:before="0" w:after="0"/>
        <w:ind w:right="-1" w:firstLine="698"/>
        <w:jc w:val="both"/>
      </w:pPr>
      <w:r w:rsidRPr="0098708C">
        <w:t>Членовете на РСР, чийто мандат изтича в периода на действие на настоящата заповед</w:t>
      </w:r>
      <w:r w:rsidR="003C6B6C">
        <w:t>,</w:t>
      </w:r>
      <w:r w:rsidRPr="0098708C">
        <w:t xml:space="preserve"> ще бъдат заменени съгласно чл.29, ал. </w:t>
      </w:r>
      <w:r w:rsidRPr="0098708C">
        <w:rPr>
          <w:lang w:val="en-US"/>
        </w:rPr>
        <w:t xml:space="preserve">8 </w:t>
      </w:r>
      <w:r w:rsidRPr="0098708C">
        <w:t>от ППЗРР</w:t>
      </w:r>
      <w:r>
        <w:t>.</w:t>
      </w:r>
    </w:p>
    <w:p w14:paraId="12284BBE" w14:textId="77777777" w:rsidR="003B773C" w:rsidRPr="0098708C" w:rsidRDefault="003B773C" w:rsidP="003B773C">
      <w:pPr>
        <w:spacing w:before="0" w:after="0"/>
        <w:ind w:right="-1" w:firstLine="698"/>
        <w:jc w:val="both"/>
      </w:pPr>
      <w:r w:rsidRPr="0098708C">
        <w:t xml:space="preserve">Заповедта да се сведе до знанието на членовете на съвета за сведение и изпълнение. </w:t>
      </w:r>
    </w:p>
    <w:p w14:paraId="2EEE7FE2" w14:textId="6F4AC386" w:rsidR="003B773C" w:rsidRDefault="003B773C" w:rsidP="003B773C">
      <w:pPr>
        <w:spacing w:before="0" w:after="0"/>
        <w:ind w:right="-1" w:firstLine="698"/>
        <w:jc w:val="both"/>
      </w:pPr>
      <w:r w:rsidRPr="0098708C">
        <w:t>Контрол</w:t>
      </w:r>
      <w:r w:rsidR="003C6B6C">
        <w:t>а</w:t>
      </w:r>
      <w:r w:rsidRPr="0098708C">
        <w:t xml:space="preserve"> по изпълнение на заповедта възлагам на г-жа Юра Йорданова-Витанова, заместник-министър на регионалното развитие и благоустройството.</w:t>
      </w:r>
      <w:r w:rsidRPr="00C35639">
        <w:t xml:space="preserve"> </w:t>
      </w:r>
    </w:p>
    <w:p w14:paraId="0EACBC00" w14:textId="52DCD056" w:rsidR="003B773C" w:rsidRDefault="003B773C" w:rsidP="003B773C">
      <w:pPr>
        <w:spacing w:line="480" w:lineRule="auto"/>
        <w:ind w:firstLine="0"/>
      </w:pPr>
      <w:r>
        <w:tab/>
      </w:r>
      <w:r>
        <w:tab/>
      </w:r>
      <w:r>
        <w:tab/>
      </w:r>
      <w:r>
        <w:tab/>
      </w:r>
    </w:p>
    <w:p w14:paraId="7C314B81" w14:textId="77777777" w:rsidR="00BE0469" w:rsidRDefault="00BE0469" w:rsidP="003B773C">
      <w:pPr>
        <w:spacing w:line="480" w:lineRule="auto"/>
        <w:ind w:firstLine="0"/>
      </w:pPr>
    </w:p>
    <w:p w14:paraId="13B4F6A3" w14:textId="77777777" w:rsidR="003B773C" w:rsidRDefault="003B773C" w:rsidP="003B773C">
      <w:pPr>
        <w:spacing w:line="480" w:lineRule="auto"/>
        <w:ind w:left="3969" w:firstLine="285"/>
        <w:rPr>
          <w:b/>
        </w:rPr>
      </w:pPr>
      <w:r>
        <w:rPr>
          <w:b/>
        </w:rPr>
        <w:t xml:space="preserve"> ВИОЛЕТА КОРИТАРОВА-КАСАБОВА</w:t>
      </w:r>
    </w:p>
    <w:p w14:paraId="20668C41" w14:textId="77777777" w:rsidR="003B773C" w:rsidRPr="000650C8" w:rsidRDefault="003B773C" w:rsidP="003B773C">
      <w:pPr>
        <w:spacing w:line="480" w:lineRule="auto"/>
        <w:ind w:left="3403"/>
        <w:rPr>
          <w:b/>
        </w:rPr>
      </w:pPr>
      <w:r w:rsidRPr="00717141">
        <w:rPr>
          <w:b/>
        </w:rPr>
        <w:t xml:space="preserve"> </w:t>
      </w:r>
      <w:r w:rsidRPr="00C35639">
        <w:rPr>
          <w:b/>
        </w:rPr>
        <w:t>МИНИСТЪР</w:t>
      </w:r>
    </w:p>
    <w:p w14:paraId="191F6691" w14:textId="77777777" w:rsidR="003B773C" w:rsidRDefault="003B773C" w:rsidP="003B773C">
      <w:pPr>
        <w:spacing w:line="480" w:lineRule="auto"/>
        <w:ind w:firstLine="0"/>
        <w:rPr>
          <w:b/>
          <w:i/>
        </w:rPr>
      </w:pPr>
    </w:p>
    <w:p w14:paraId="64AE910E" w14:textId="77777777" w:rsidR="003B773C" w:rsidRDefault="003B773C" w:rsidP="003B773C">
      <w:pPr>
        <w:spacing w:line="480" w:lineRule="auto"/>
        <w:ind w:firstLine="0"/>
        <w:rPr>
          <w:b/>
          <w:i/>
        </w:rPr>
      </w:pPr>
      <w:r w:rsidRPr="007A4695">
        <w:rPr>
          <w:b/>
          <w:i/>
        </w:rPr>
        <w:t>Формат на електронен подпис: .p7s</w:t>
      </w:r>
    </w:p>
    <w:p w14:paraId="6C01155B" w14:textId="35C59890" w:rsidR="00497E32" w:rsidRDefault="00497E32" w:rsidP="00C5575D">
      <w:pPr>
        <w:spacing w:before="0" w:after="0"/>
        <w:ind w:right="-1" w:firstLine="0"/>
        <w:jc w:val="both"/>
        <w:rPr>
          <w:b/>
          <w:lang w:val="en-US"/>
        </w:rPr>
      </w:pPr>
    </w:p>
    <w:sectPr w:rsidR="00497E32" w:rsidSect="00776B70">
      <w:footerReference w:type="default" r:id="rId11"/>
      <w:footerReference w:type="first" r:id="rId12"/>
      <w:pgSz w:w="11906" w:h="16838" w:code="9"/>
      <w:pgMar w:top="1444" w:right="1134" w:bottom="567" w:left="1701" w:header="1134" w:footer="567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22E4A96" w16cid:durableId="236F78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E84B3" w14:textId="77777777" w:rsidR="009478B4" w:rsidRDefault="009478B4">
      <w:r>
        <w:separator/>
      </w:r>
    </w:p>
  </w:endnote>
  <w:endnote w:type="continuationSeparator" w:id="0">
    <w:p w14:paraId="2FAD80ED" w14:textId="77777777" w:rsidR="009478B4" w:rsidRDefault="00947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7177796"/>
      <w:docPartObj>
        <w:docPartGallery w:val="Page Numbers (Bottom of Page)"/>
        <w:docPartUnique/>
      </w:docPartObj>
    </w:sdtPr>
    <w:sdtEndPr/>
    <w:sdtContent>
      <w:sdt>
        <w:sdtPr>
          <w:id w:val="1626653302"/>
          <w:docPartObj>
            <w:docPartGallery w:val="Page Numbers (Top of Page)"/>
            <w:docPartUnique/>
          </w:docPartObj>
        </w:sdtPr>
        <w:sdtEndPr/>
        <w:sdtContent>
          <w:p w14:paraId="7039395E" w14:textId="018E0447" w:rsidR="00120D09" w:rsidRDefault="00497E32">
            <w:pPr>
              <w:pStyle w:val="Footer"/>
              <w:jc w:val="right"/>
            </w:pPr>
            <w:r>
              <w:t>стр.</w:t>
            </w:r>
            <w:r w:rsidR="00120D09">
              <w:t xml:space="preserve"> </w:t>
            </w:r>
            <w:r w:rsidR="00120D09">
              <w:rPr>
                <w:b/>
                <w:bCs/>
              </w:rPr>
              <w:fldChar w:fldCharType="begin"/>
            </w:r>
            <w:r w:rsidR="00120D09">
              <w:rPr>
                <w:b/>
                <w:bCs/>
              </w:rPr>
              <w:instrText xml:space="preserve"> PAGE </w:instrText>
            </w:r>
            <w:r w:rsidR="00120D09">
              <w:rPr>
                <w:b/>
                <w:bCs/>
              </w:rPr>
              <w:fldChar w:fldCharType="separate"/>
            </w:r>
            <w:r w:rsidR="0099404F">
              <w:rPr>
                <w:b/>
                <w:bCs/>
                <w:noProof/>
              </w:rPr>
              <w:t>8</w:t>
            </w:r>
            <w:r w:rsidR="00120D09">
              <w:rPr>
                <w:b/>
                <w:bCs/>
              </w:rPr>
              <w:fldChar w:fldCharType="end"/>
            </w:r>
            <w:r w:rsidR="00120D09">
              <w:t xml:space="preserve"> </w:t>
            </w:r>
            <w:r>
              <w:t>от</w:t>
            </w:r>
            <w:r w:rsidR="00120D09">
              <w:t xml:space="preserve"> </w:t>
            </w:r>
            <w:r w:rsidR="00120D09">
              <w:rPr>
                <w:b/>
                <w:bCs/>
              </w:rPr>
              <w:fldChar w:fldCharType="begin"/>
            </w:r>
            <w:r w:rsidR="00120D09">
              <w:rPr>
                <w:b/>
                <w:bCs/>
              </w:rPr>
              <w:instrText xml:space="preserve"> NUMPAGES  </w:instrText>
            </w:r>
            <w:r w:rsidR="00120D09">
              <w:rPr>
                <w:b/>
                <w:bCs/>
              </w:rPr>
              <w:fldChar w:fldCharType="separate"/>
            </w:r>
            <w:r w:rsidR="0099404F">
              <w:rPr>
                <w:b/>
                <w:bCs/>
                <w:noProof/>
              </w:rPr>
              <w:t>9</w:t>
            </w:r>
            <w:r w:rsidR="00120D09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803398"/>
      <w:docPartObj>
        <w:docPartGallery w:val="Page Numbers (Bottom of Page)"/>
        <w:docPartUnique/>
      </w:docPartObj>
    </w:sdtPr>
    <w:sdtEndPr/>
    <w:sdtContent>
      <w:sdt>
        <w:sdtPr>
          <w:id w:val="-1376839315"/>
          <w:docPartObj>
            <w:docPartGallery w:val="Page Numbers (Top of Page)"/>
            <w:docPartUnique/>
          </w:docPartObj>
        </w:sdtPr>
        <w:sdtEndPr/>
        <w:sdtContent>
          <w:p w14:paraId="3969CA6C" w14:textId="77777777" w:rsidR="00776B70" w:rsidRPr="00A503EB" w:rsidRDefault="00776B70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гр. София, ул. </w:t>
            </w:r>
            <w:r>
              <w:rPr>
                <w:sz w:val="20"/>
                <w:szCs w:val="20"/>
                <w:lang w:val="en-US"/>
              </w:rPr>
              <w:t>„</w:t>
            </w:r>
            <w:r>
              <w:rPr>
                <w:sz w:val="20"/>
                <w:szCs w:val="20"/>
              </w:rPr>
              <w:t>Св.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Св. Кирил и Методий</w:t>
            </w:r>
            <w:r>
              <w:rPr>
                <w:sz w:val="20"/>
                <w:szCs w:val="20"/>
                <w:lang w:val="en-US"/>
              </w:rPr>
              <w:t>“</w:t>
            </w:r>
            <w:r>
              <w:rPr>
                <w:sz w:val="20"/>
                <w:szCs w:val="20"/>
              </w:rPr>
              <w:t xml:space="preserve"> №1</w:t>
            </w:r>
            <w:r w:rsidRPr="00A503EB">
              <w:rPr>
                <w:sz w:val="20"/>
                <w:szCs w:val="20"/>
                <w:lang w:val="ru-RU"/>
              </w:rPr>
              <w:t>7</w:t>
            </w:r>
            <w:r>
              <w:rPr>
                <w:sz w:val="20"/>
                <w:szCs w:val="20"/>
              </w:rPr>
              <w:t>-1</w:t>
            </w:r>
            <w:r w:rsidRPr="00A503EB">
              <w:rPr>
                <w:sz w:val="20"/>
                <w:szCs w:val="20"/>
                <w:lang w:val="ru-RU"/>
              </w:rPr>
              <w:t>9</w:t>
            </w:r>
          </w:p>
          <w:p w14:paraId="2A8773C4" w14:textId="77777777" w:rsidR="00776B70" w:rsidRDefault="00776B70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>
              <w:rPr>
                <w:sz w:val="20"/>
                <w:szCs w:val="20"/>
                <w:lang w:val="ru-RU"/>
              </w:rPr>
              <w:t xml:space="preserve"> 94</w:t>
            </w:r>
            <w:r w:rsidRPr="00A503EB">
              <w:rPr>
                <w:sz w:val="20"/>
                <w:szCs w:val="20"/>
                <w:lang w:val="ru-RU"/>
              </w:rPr>
              <w:t>05</w:t>
            </w:r>
            <w:r w:rsidRPr="00DF1289">
              <w:rPr>
                <w:sz w:val="20"/>
                <w:szCs w:val="20"/>
                <w:lang w:val="ru-RU"/>
              </w:rPr>
              <w:t xml:space="preserve"> </w:t>
            </w:r>
            <w:r w:rsidRPr="00A503EB">
              <w:rPr>
                <w:sz w:val="20"/>
                <w:szCs w:val="20"/>
                <w:lang w:val="ru-RU"/>
              </w:rPr>
              <w:t>9</w:t>
            </w:r>
            <w:r w:rsidRPr="00DF1289"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, факс</w:t>
            </w:r>
            <w:r w:rsidRPr="00A503EB">
              <w:rPr>
                <w:sz w:val="20"/>
                <w:szCs w:val="20"/>
                <w:lang w:val="ru-RU"/>
              </w:rPr>
              <w:t xml:space="preserve"> 987 25 17</w:t>
            </w:r>
            <w:r w:rsidRPr="004D67CA">
              <w:rPr>
                <w:rStyle w:val="Hyperlink"/>
                <w:sz w:val="20"/>
                <w:szCs w:val="20"/>
                <w:lang w:val="en-US"/>
              </w:rPr>
              <w:t xml:space="preserve"> </w:t>
            </w:r>
            <w:r w:rsidRPr="004D67CA">
              <w:t>e-mail: e-mrrb@mrrb.government.bg</w:t>
            </w:r>
          </w:p>
          <w:p w14:paraId="2970FA93" w14:textId="1638763A" w:rsidR="00776B70" w:rsidRPr="004D67CA" w:rsidRDefault="009478B4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20"/>
                <w:szCs w:val="20"/>
              </w:rPr>
            </w:pPr>
            <w:hyperlink r:id="rId1" w:history="1">
              <w:r w:rsidR="003C6B6C" w:rsidRPr="00A11E9D">
                <w:rPr>
                  <w:rStyle w:val="Hyperlink"/>
                </w:rPr>
                <w:t>www.mrrb.bg</w:t>
              </w:r>
            </w:hyperlink>
            <w:r w:rsidR="00776B70" w:rsidRPr="004D67CA">
              <w:t xml:space="preserve"> </w:t>
            </w:r>
          </w:p>
          <w:p w14:paraId="6E49A11B" w14:textId="77777777" w:rsidR="00776B70" w:rsidRDefault="009478B4">
            <w:pPr>
              <w:pStyle w:val="Footer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8F504" w14:textId="77777777" w:rsidR="00847255" w:rsidRPr="00A503EB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>
      <w:rPr>
        <w:sz w:val="20"/>
        <w:szCs w:val="20"/>
      </w:rPr>
      <w:t xml:space="preserve">гр. София, ул. </w:t>
    </w:r>
    <w:r>
      <w:rPr>
        <w:sz w:val="20"/>
        <w:szCs w:val="20"/>
        <w:lang w:val="en-US"/>
      </w:rPr>
      <w:t>„</w:t>
    </w:r>
    <w:r>
      <w:rPr>
        <w:sz w:val="20"/>
        <w:szCs w:val="20"/>
      </w:rPr>
      <w:t>Св.</w:t>
    </w:r>
    <w:r>
      <w:rPr>
        <w:sz w:val="20"/>
        <w:szCs w:val="20"/>
        <w:lang w:val="en-US"/>
      </w:rPr>
      <w:t xml:space="preserve"> </w:t>
    </w:r>
    <w:r>
      <w:rPr>
        <w:sz w:val="20"/>
        <w:szCs w:val="20"/>
      </w:rPr>
      <w:t>Св. Кирил и Методий</w:t>
    </w:r>
    <w:r>
      <w:rPr>
        <w:sz w:val="20"/>
        <w:szCs w:val="20"/>
        <w:lang w:val="en-US"/>
      </w:rPr>
      <w:t>“</w:t>
    </w:r>
    <w:r>
      <w:rPr>
        <w:sz w:val="20"/>
        <w:szCs w:val="20"/>
      </w:rPr>
      <w:t xml:space="preserve"> №1</w:t>
    </w:r>
    <w:r w:rsidRPr="00A503EB">
      <w:rPr>
        <w:sz w:val="20"/>
        <w:szCs w:val="20"/>
        <w:lang w:val="ru-RU"/>
      </w:rPr>
      <w:t>7</w:t>
    </w:r>
    <w:r>
      <w:rPr>
        <w:sz w:val="20"/>
        <w:szCs w:val="20"/>
      </w:rPr>
      <w:t>-1</w:t>
    </w:r>
    <w:r w:rsidRPr="00A503EB">
      <w:rPr>
        <w:sz w:val="20"/>
        <w:szCs w:val="20"/>
        <w:lang w:val="ru-RU"/>
      </w:rPr>
      <w:t>9</w:t>
    </w:r>
  </w:p>
  <w:p w14:paraId="179C5ABF" w14:textId="77777777" w:rsidR="00847255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>
      <w:rPr>
        <w:sz w:val="20"/>
        <w:szCs w:val="20"/>
      </w:rPr>
      <w:t>тел.</w:t>
    </w:r>
    <w:r>
      <w:rPr>
        <w:sz w:val="20"/>
        <w:szCs w:val="20"/>
        <w:lang w:val="ru-RU"/>
      </w:rPr>
      <w:t xml:space="preserve"> 94</w:t>
    </w:r>
    <w:r w:rsidRPr="00A503EB">
      <w:rPr>
        <w:sz w:val="20"/>
        <w:szCs w:val="20"/>
        <w:lang w:val="ru-RU"/>
      </w:rPr>
      <w:t>05</w:t>
    </w:r>
    <w:r w:rsidRPr="00DF1289">
      <w:rPr>
        <w:sz w:val="20"/>
        <w:szCs w:val="20"/>
        <w:lang w:val="ru-RU"/>
      </w:rPr>
      <w:t xml:space="preserve"> </w:t>
    </w:r>
    <w:r w:rsidRPr="00A503EB">
      <w:rPr>
        <w:sz w:val="20"/>
        <w:szCs w:val="20"/>
        <w:lang w:val="ru-RU"/>
      </w:rPr>
      <w:t>9</w:t>
    </w:r>
    <w:r w:rsidRPr="00DF1289">
      <w:rPr>
        <w:sz w:val="20"/>
        <w:szCs w:val="20"/>
        <w:lang w:val="ru-RU"/>
      </w:rPr>
      <w:t>00</w:t>
    </w:r>
    <w:r>
      <w:rPr>
        <w:sz w:val="20"/>
        <w:szCs w:val="20"/>
      </w:rPr>
      <w:t>, факс</w:t>
    </w:r>
    <w:r w:rsidRPr="00A503EB">
      <w:rPr>
        <w:sz w:val="20"/>
        <w:szCs w:val="20"/>
        <w:lang w:val="ru-RU"/>
      </w:rPr>
      <w:t xml:space="preserve"> 987 25 17</w:t>
    </w:r>
    <w:r w:rsidRPr="004D67CA">
      <w:rPr>
        <w:rStyle w:val="Hyperlink"/>
        <w:sz w:val="20"/>
        <w:szCs w:val="20"/>
        <w:lang w:val="en-US"/>
      </w:rPr>
      <w:t xml:space="preserve"> </w:t>
    </w:r>
    <w:r w:rsidRPr="004D67CA">
      <w:t>e-mail: e-mrrb@mrrb.government.bg</w:t>
    </w:r>
  </w:p>
  <w:p w14:paraId="6451FF04" w14:textId="77777777" w:rsidR="00847255" w:rsidRPr="004D67CA" w:rsidRDefault="009478B4" w:rsidP="00306167">
    <w:pPr>
      <w:pStyle w:val="Footer"/>
      <w:tabs>
        <w:tab w:val="clear" w:pos="9072"/>
        <w:tab w:val="right" w:pos="9071"/>
      </w:tabs>
      <w:ind w:firstLine="0"/>
      <w:jc w:val="center"/>
      <w:rPr>
        <w:sz w:val="20"/>
        <w:szCs w:val="20"/>
      </w:rPr>
    </w:pPr>
    <w:hyperlink r:id="rId1" w:history="1">
      <w:r w:rsidR="00847255" w:rsidRPr="004D67CA">
        <w:t>www.mrrb.government.bg</w:t>
      </w:r>
    </w:hyperlink>
    <w:r w:rsidR="00847255" w:rsidRPr="004D67CA">
      <w:t>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40E3D" w14:textId="77777777" w:rsidR="009478B4" w:rsidRDefault="009478B4">
      <w:r>
        <w:separator/>
      </w:r>
    </w:p>
  </w:footnote>
  <w:footnote w:type="continuationSeparator" w:id="0">
    <w:p w14:paraId="35EA6FFC" w14:textId="77777777" w:rsidR="009478B4" w:rsidRDefault="00947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211"/>
    </w:tblGrid>
    <w:tr w:rsidR="00776B70" w14:paraId="36C0FA1D" w14:textId="77777777" w:rsidTr="00776B70">
      <w:tc>
        <w:tcPr>
          <w:tcW w:w="9211" w:type="dxa"/>
        </w:tcPr>
        <w:p w14:paraId="0FF7F6BA" w14:textId="127D312F" w:rsidR="00776B70" w:rsidRDefault="00D9454F" w:rsidP="00776B70">
          <w:pPr>
            <w:pStyle w:val="Header"/>
            <w:ind w:firstLine="0"/>
            <w:jc w:val="center"/>
          </w:pPr>
          <w:r>
            <w:t>Заповед</w:t>
          </w:r>
        </w:p>
      </w:tc>
    </w:tr>
  </w:tbl>
  <w:p w14:paraId="2447FB63" w14:textId="77777777" w:rsidR="00682E20" w:rsidRDefault="00682E20" w:rsidP="00103C2D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14:paraId="77C64214" w14:textId="77777777" w:rsidTr="00023F0A">
      <w:trPr>
        <w:trHeight w:val="1445"/>
      </w:trPr>
      <w:tc>
        <w:tcPr>
          <w:tcW w:w="1728" w:type="dxa"/>
        </w:tcPr>
        <w:p w14:paraId="59806CBD" w14:textId="77777777"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24D27C03" wp14:editId="39EC4F90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2" name="Picture 2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14:paraId="2ED86EDF" w14:textId="77777777"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14:paraId="40221D2E" w14:textId="77777777" w:rsidR="00821983" w:rsidRPr="00821983" w:rsidRDefault="009F699D" w:rsidP="00DA0B19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Минист</w:t>
          </w:r>
          <w:r w:rsidR="00DA0B19" w:rsidRPr="00530AE2">
            <w:rPr>
              <w:rFonts w:ascii="Times New Roman Bold" w:hAnsi="Times New Roman Bold"/>
              <w:b/>
            </w:rPr>
            <w:t>е</w:t>
          </w:r>
          <w:r w:rsidR="00DA0B19" w:rsidRPr="00DA0B19">
            <w:rPr>
              <w:rFonts w:ascii="Times New Roman Bold" w:hAnsi="Times New Roman Bold"/>
              <w:b/>
            </w:rPr>
            <w:t>рство</w:t>
          </w:r>
          <w:r w:rsidRPr="00821983">
            <w:rPr>
              <w:rFonts w:ascii="Times New Roman Bold" w:hAnsi="Times New Roman Bold"/>
              <w:b/>
            </w:rPr>
            <w:t xml:space="preserve"> на регионалното развитие и благоустройството</w:t>
          </w:r>
        </w:p>
      </w:tc>
    </w:tr>
  </w:tbl>
  <w:p w14:paraId="0BE1E757" w14:textId="7824C49F" w:rsidR="0035704D" w:rsidRDefault="0035704D" w:rsidP="00103C2D">
    <w:pPr>
      <w:tabs>
        <w:tab w:val="left" w:pos="5205"/>
      </w:tabs>
      <w:ind w:firstLine="0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65B3C"/>
    <w:multiLevelType w:val="hybridMultilevel"/>
    <w:tmpl w:val="BFDE1B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03E3C"/>
    <w:multiLevelType w:val="hybridMultilevel"/>
    <w:tmpl w:val="7256C5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C46A5"/>
    <w:multiLevelType w:val="hybridMultilevel"/>
    <w:tmpl w:val="E7C88C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C322F"/>
    <w:multiLevelType w:val="hybridMultilevel"/>
    <w:tmpl w:val="2E96B93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A063B"/>
    <w:multiLevelType w:val="hybridMultilevel"/>
    <w:tmpl w:val="C8BEA2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1101D"/>
    <w:multiLevelType w:val="hybridMultilevel"/>
    <w:tmpl w:val="0BCE42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4610A"/>
    <w:multiLevelType w:val="hybridMultilevel"/>
    <w:tmpl w:val="2F505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2478D"/>
    <w:multiLevelType w:val="hybridMultilevel"/>
    <w:tmpl w:val="47305A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871BB"/>
    <w:multiLevelType w:val="hybridMultilevel"/>
    <w:tmpl w:val="73D639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257C0"/>
    <w:multiLevelType w:val="hybridMultilevel"/>
    <w:tmpl w:val="55CCC5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B5486"/>
    <w:multiLevelType w:val="hybridMultilevel"/>
    <w:tmpl w:val="AF54CE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E957BE"/>
    <w:multiLevelType w:val="hybridMultilevel"/>
    <w:tmpl w:val="1BA26D72"/>
    <w:lvl w:ilvl="0" w:tplc="B46E779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01B65"/>
    <w:multiLevelType w:val="hybridMultilevel"/>
    <w:tmpl w:val="8F901F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221BA"/>
    <w:multiLevelType w:val="hybridMultilevel"/>
    <w:tmpl w:val="A308D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3351AE"/>
    <w:multiLevelType w:val="hybridMultilevel"/>
    <w:tmpl w:val="247CF0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734E59"/>
    <w:multiLevelType w:val="hybridMultilevel"/>
    <w:tmpl w:val="C366A1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1801EF"/>
    <w:multiLevelType w:val="hybridMultilevel"/>
    <w:tmpl w:val="C7020A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8"/>
  </w:num>
  <w:num w:numId="5">
    <w:abstractNumId w:val="5"/>
  </w:num>
  <w:num w:numId="6">
    <w:abstractNumId w:val="1"/>
  </w:num>
  <w:num w:numId="7">
    <w:abstractNumId w:val="16"/>
  </w:num>
  <w:num w:numId="8">
    <w:abstractNumId w:val="9"/>
  </w:num>
  <w:num w:numId="9">
    <w:abstractNumId w:val="10"/>
  </w:num>
  <w:num w:numId="10">
    <w:abstractNumId w:val="14"/>
  </w:num>
  <w:num w:numId="11">
    <w:abstractNumId w:val="0"/>
  </w:num>
  <w:num w:numId="12">
    <w:abstractNumId w:val="2"/>
  </w:num>
  <w:num w:numId="13">
    <w:abstractNumId w:val="12"/>
  </w:num>
  <w:num w:numId="14">
    <w:abstractNumId w:val="7"/>
  </w:num>
  <w:num w:numId="15">
    <w:abstractNumId w:val="15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C2A"/>
    <w:rsid w:val="000079DD"/>
    <w:rsid w:val="00011EAB"/>
    <w:rsid w:val="00017451"/>
    <w:rsid w:val="00023DD2"/>
    <w:rsid w:val="00023F0A"/>
    <w:rsid w:val="00032511"/>
    <w:rsid w:val="000650C8"/>
    <w:rsid w:val="000673E4"/>
    <w:rsid w:val="000775DF"/>
    <w:rsid w:val="0008513C"/>
    <w:rsid w:val="0008612E"/>
    <w:rsid w:val="00086C70"/>
    <w:rsid w:val="000A5F38"/>
    <w:rsid w:val="000C3B8C"/>
    <w:rsid w:val="000C6062"/>
    <w:rsid w:val="000C778F"/>
    <w:rsid w:val="000F2B7B"/>
    <w:rsid w:val="000F526F"/>
    <w:rsid w:val="00103C2D"/>
    <w:rsid w:val="00120D09"/>
    <w:rsid w:val="00122688"/>
    <w:rsid w:val="00127EED"/>
    <w:rsid w:val="00142320"/>
    <w:rsid w:val="00145E77"/>
    <w:rsid w:val="00146ABA"/>
    <w:rsid w:val="001526C4"/>
    <w:rsid w:val="00166203"/>
    <w:rsid w:val="00177E95"/>
    <w:rsid w:val="00190135"/>
    <w:rsid w:val="001A5B9C"/>
    <w:rsid w:val="001C19B6"/>
    <w:rsid w:val="001D2295"/>
    <w:rsid w:val="001E1860"/>
    <w:rsid w:val="001F30E8"/>
    <w:rsid w:val="001F338F"/>
    <w:rsid w:val="001F550E"/>
    <w:rsid w:val="002015A0"/>
    <w:rsid w:val="00203F71"/>
    <w:rsid w:val="00224DA1"/>
    <w:rsid w:val="002344B6"/>
    <w:rsid w:val="002414DF"/>
    <w:rsid w:val="00244C2A"/>
    <w:rsid w:val="00246101"/>
    <w:rsid w:val="002566D6"/>
    <w:rsid w:val="0026490C"/>
    <w:rsid w:val="00266702"/>
    <w:rsid w:val="00272B22"/>
    <w:rsid w:val="00276B03"/>
    <w:rsid w:val="00290E1D"/>
    <w:rsid w:val="00295BBE"/>
    <w:rsid w:val="002A4419"/>
    <w:rsid w:val="002A502E"/>
    <w:rsid w:val="002E1186"/>
    <w:rsid w:val="002E2B51"/>
    <w:rsid w:val="002F4ED1"/>
    <w:rsid w:val="00306167"/>
    <w:rsid w:val="0031577F"/>
    <w:rsid w:val="00321211"/>
    <w:rsid w:val="00322AD7"/>
    <w:rsid w:val="003274BB"/>
    <w:rsid w:val="00330514"/>
    <w:rsid w:val="003312DA"/>
    <w:rsid w:val="00335084"/>
    <w:rsid w:val="0035704D"/>
    <w:rsid w:val="003622CA"/>
    <w:rsid w:val="00371C37"/>
    <w:rsid w:val="003736FE"/>
    <w:rsid w:val="0037679B"/>
    <w:rsid w:val="00376F55"/>
    <w:rsid w:val="003A3163"/>
    <w:rsid w:val="003A3BB5"/>
    <w:rsid w:val="003B01AF"/>
    <w:rsid w:val="003B14B7"/>
    <w:rsid w:val="003B773C"/>
    <w:rsid w:val="003C6B6C"/>
    <w:rsid w:val="00411956"/>
    <w:rsid w:val="0041296D"/>
    <w:rsid w:val="00415106"/>
    <w:rsid w:val="00415414"/>
    <w:rsid w:val="00417348"/>
    <w:rsid w:val="00445216"/>
    <w:rsid w:val="00457358"/>
    <w:rsid w:val="0046633F"/>
    <w:rsid w:val="00475D52"/>
    <w:rsid w:val="00485EC5"/>
    <w:rsid w:val="0049182A"/>
    <w:rsid w:val="00493008"/>
    <w:rsid w:val="0049376C"/>
    <w:rsid w:val="00495290"/>
    <w:rsid w:val="004956B7"/>
    <w:rsid w:val="004974F3"/>
    <w:rsid w:val="00497E32"/>
    <w:rsid w:val="004A5BED"/>
    <w:rsid w:val="004A6D4E"/>
    <w:rsid w:val="004C46C8"/>
    <w:rsid w:val="004C5714"/>
    <w:rsid w:val="004D3EFE"/>
    <w:rsid w:val="004D49C2"/>
    <w:rsid w:val="004D67CA"/>
    <w:rsid w:val="004E21D1"/>
    <w:rsid w:val="004F680F"/>
    <w:rsid w:val="00517E9B"/>
    <w:rsid w:val="00522E2B"/>
    <w:rsid w:val="00530AE2"/>
    <w:rsid w:val="00531A1A"/>
    <w:rsid w:val="00532139"/>
    <w:rsid w:val="00540542"/>
    <w:rsid w:val="00551210"/>
    <w:rsid w:val="00551354"/>
    <w:rsid w:val="00561328"/>
    <w:rsid w:val="00562B21"/>
    <w:rsid w:val="00564A1E"/>
    <w:rsid w:val="00571A29"/>
    <w:rsid w:val="00572029"/>
    <w:rsid w:val="005730E1"/>
    <w:rsid w:val="00573A35"/>
    <w:rsid w:val="00585489"/>
    <w:rsid w:val="00594D1E"/>
    <w:rsid w:val="00597130"/>
    <w:rsid w:val="005A1799"/>
    <w:rsid w:val="005A4C22"/>
    <w:rsid w:val="005C3210"/>
    <w:rsid w:val="005C75AB"/>
    <w:rsid w:val="005F0FEA"/>
    <w:rsid w:val="0060685E"/>
    <w:rsid w:val="00606A30"/>
    <w:rsid w:val="006076A2"/>
    <w:rsid w:val="006148E1"/>
    <w:rsid w:val="00614F3E"/>
    <w:rsid w:val="00627899"/>
    <w:rsid w:val="0063757C"/>
    <w:rsid w:val="00641590"/>
    <w:rsid w:val="006420C4"/>
    <w:rsid w:val="006471B4"/>
    <w:rsid w:val="0064734C"/>
    <w:rsid w:val="006552CC"/>
    <w:rsid w:val="006629B6"/>
    <w:rsid w:val="006665A9"/>
    <w:rsid w:val="006673CA"/>
    <w:rsid w:val="00680093"/>
    <w:rsid w:val="006815D4"/>
    <w:rsid w:val="00682E20"/>
    <w:rsid w:val="006913AF"/>
    <w:rsid w:val="00691EF6"/>
    <w:rsid w:val="00696796"/>
    <w:rsid w:val="00697791"/>
    <w:rsid w:val="006A39FB"/>
    <w:rsid w:val="006B169A"/>
    <w:rsid w:val="006B7259"/>
    <w:rsid w:val="006B7F91"/>
    <w:rsid w:val="006C03A0"/>
    <w:rsid w:val="006D33C5"/>
    <w:rsid w:val="006D70FB"/>
    <w:rsid w:val="006E4577"/>
    <w:rsid w:val="006E712C"/>
    <w:rsid w:val="006F0B70"/>
    <w:rsid w:val="006F4627"/>
    <w:rsid w:val="006F5902"/>
    <w:rsid w:val="00701B7B"/>
    <w:rsid w:val="00710C77"/>
    <w:rsid w:val="00730775"/>
    <w:rsid w:val="00742670"/>
    <w:rsid w:val="00744568"/>
    <w:rsid w:val="007473E6"/>
    <w:rsid w:val="00765088"/>
    <w:rsid w:val="00766AF9"/>
    <w:rsid w:val="00773444"/>
    <w:rsid w:val="00776B70"/>
    <w:rsid w:val="007A26D0"/>
    <w:rsid w:val="007B505A"/>
    <w:rsid w:val="007B608D"/>
    <w:rsid w:val="007B6477"/>
    <w:rsid w:val="007C0D99"/>
    <w:rsid w:val="007D4C7A"/>
    <w:rsid w:val="007F17D1"/>
    <w:rsid w:val="00801153"/>
    <w:rsid w:val="00803B20"/>
    <w:rsid w:val="00805590"/>
    <w:rsid w:val="00813943"/>
    <w:rsid w:val="00821983"/>
    <w:rsid w:val="008373A4"/>
    <w:rsid w:val="00843232"/>
    <w:rsid w:val="00846C2D"/>
    <w:rsid w:val="00847255"/>
    <w:rsid w:val="00847962"/>
    <w:rsid w:val="00863552"/>
    <w:rsid w:val="0087415D"/>
    <w:rsid w:val="00883DAD"/>
    <w:rsid w:val="008B0255"/>
    <w:rsid w:val="008B3E8D"/>
    <w:rsid w:val="008C2898"/>
    <w:rsid w:val="008E0AB6"/>
    <w:rsid w:val="008E0E6C"/>
    <w:rsid w:val="008E5BFC"/>
    <w:rsid w:val="00902B00"/>
    <w:rsid w:val="00905479"/>
    <w:rsid w:val="00906910"/>
    <w:rsid w:val="00911DFD"/>
    <w:rsid w:val="00912CD2"/>
    <w:rsid w:val="0091547C"/>
    <w:rsid w:val="00917D1E"/>
    <w:rsid w:val="009207DD"/>
    <w:rsid w:val="00937614"/>
    <w:rsid w:val="00940E41"/>
    <w:rsid w:val="00945767"/>
    <w:rsid w:val="009465A9"/>
    <w:rsid w:val="009478B4"/>
    <w:rsid w:val="00956FF3"/>
    <w:rsid w:val="00957405"/>
    <w:rsid w:val="0098299E"/>
    <w:rsid w:val="0098708C"/>
    <w:rsid w:val="00991FBE"/>
    <w:rsid w:val="00993DCB"/>
    <w:rsid w:val="0099404F"/>
    <w:rsid w:val="009A18FF"/>
    <w:rsid w:val="009B5DA1"/>
    <w:rsid w:val="009C7CDC"/>
    <w:rsid w:val="009D0649"/>
    <w:rsid w:val="009D751C"/>
    <w:rsid w:val="009F699D"/>
    <w:rsid w:val="00A04BF5"/>
    <w:rsid w:val="00A13E81"/>
    <w:rsid w:val="00A1592E"/>
    <w:rsid w:val="00A168E3"/>
    <w:rsid w:val="00A254A6"/>
    <w:rsid w:val="00A30124"/>
    <w:rsid w:val="00A3041D"/>
    <w:rsid w:val="00A30D86"/>
    <w:rsid w:val="00A321B9"/>
    <w:rsid w:val="00A370D6"/>
    <w:rsid w:val="00A416F8"/>
    <w:rsid w:val="00A43A6A"/>
    <w:rsid w:val="00A503EB"/>
    <w:rsid w:val="00A5310B"/>
    <w:rsid w:val="00A56504"/>
    <w:rsid w:val="00A61D28"/>
    <w:rsid w:val="00A64562"/>
    <w:rsid w:val="00A71FAF"/>
    <w:rsid w:val="00A74520"/>
    <w:rsid w:val="00A75C93"/>
    <w:rsid w:val="00A86CE8"/>
    <w:rsid w:val="00A92307"/>
    <w:rsid w:val="00A9233E"/>
    <w:rsid w:val="00A936C6"/>
    <w:rsid w:val="00AA5C91"/>
    <w:rsid w:val="00AB673B"/>
    <w:rsid w:val="00AB7FC6"/>
    <w:rsid w:val="00AE1E1B"/>
    <w:rsid w:val="00AE53E8"/>
    <w:rsid w:val="00AF3B9A"/>
    <w:rsid w:val="00AF588D"/>
    <w:rsid w:val="00B258B5"/>
    <w:rsid w:val="00B25E5C"/>
    <w:rsid w:val="00B425B3"/>
    <w:rsid w:val="00B43A93"/>
    <w:rsid w:val="00B47DC8"/>
    <w:rsid w:val="00B7444F"/>
    <w:rsid w:val="00B769FE"/>
    <w:rsid w:val="00B82BC9"/>
    <w:rsid w:val="00BA7270"/>
    <w:rsid w:val="00BA7485"/>
    <w:rsid w:val="00BA7B65"/>
    <w:rsid w:val="00BB65E9"/>
    <w:rsid w:val="00BC12BD"/>
    <w:rsid w:val="00BD00B3"/>
    <w:rsid w:val="00BD278F"/>
    <w:rsid w:val="00BE0469"/>
    <w:rsid w:val="00BE06E4"/>
    <w:rsid w:val="00BE5405"/>
    <w:rsid w:val="00BF0F31"/>
    <w:rsid w:val="00BF1C66"/>
    <w:rsid w:val="00BF39BB"/>
    <w:rsid w:val="00C12762"/>
    <w:rsid w:val="00C25530"/>
    <w:rsid w:val="00C330D5"/>
    <w:rsid w:val="00C43DBF"/>
    <w:rsid w:val="00C5575D"/>
    <w:rsid w:val="00C60E66"/>
    <w:rsid w:val="00C610DE"/>
    <w:rsid w:val="00C72DD1"/>
    <w:rsid w:val="00C7441F"/>
    <w:rsid w:val="00C7736A"/>
    <w:rsid w:val="00C90AE0"/>
    <w:rsid w:val="00C9609D"/>
    <w:rsid w:val="00CC5AC8"/>
    <w:rsid w:val="00CD2CD7"/>
    <w:rsid w:val="00CE499A"/>
    <w:rsid w:val="00D03BE0"/>
    <w:rsid w:val="00D07669"/>
    <w:rsid w:val="00D1377E"/>
    <w:rsid w:val="00D3393A"/>
    <w:rsid w:val="00D34E68"/>
    <w:rsid w:val="00D36D5E"/>
    <w:rsid w:val="00D62AB0"/>
    <w:rsid w:val="00D64CA6"/>
    <w:rsid w:val="00D71DF1"/>
    <w:rsid w:val="00D744B9"/>
    <w:rsid w:val="00D83A61"/>
    <w:rsid w:val="00D83FFC"/>
    <w:rsid w:val="00D85E64"/>
    <w:rsid w:val="00D9454F"/>
    <w:rsid w:val="00DA0B19"/>
    <w:rsid w:val="00DB619E"/>
    <w:rsid w:val="00DC2D67"/>
    <w:rsid w:val="00DD3DFE"/>
    <w:rsid w:val="00DD6B5C"/>
    <w:rsid w:val="00DE5669"/>
    <w:rsid w:val="00DF1289"/>
    <w:rsid w:val="00DF12AD"/>
    <w:rsid w:val="00DF2FD9"/>
    <w:rsid w:val="00E020C9"/>
    <w:rsid w:val="00E12CC0"/>
    <w:rsid w:val="00E15176"/>
    <w:rsid w:val="00E17989"/>
    <w:rsid w:val="00E309C0"/>
    <w:rsid w:val="00E33665"/>
    <w:rsid w:val="00E52871"/>
    <w:rsid w:val="00E61CDE"/>
    <w:rsid w:val="00E76E73"/>
    <w:rsid w:val="00EA2D8C"/>
    <w:rsid w:val="00EC02E4"/>
    <w:rsid w:val="00EC1D2C"/>
    <w:rsid w:val="00EE31BD"/>
    <w:rsid w:val="00EE5B4A"/>
    <w:rsid w:val="00EF1764"/>
    <w:rsid w:val="00EF3208"/>
    <w:rsid w:val="00EF498E"/>
    <w:rsid w:val="00F07BA6"/>
    <w:rsid w:val="00F346C3"/>
    <w:rsid w:val="00F41F58"/>
    <w:rsid w:val="00F43052"/>
    <w:rsid w:val="00F456F5"/>
    <w:rsid w:val="00F46E8A"/>
    <w:rsid w:val="00F54457"/>
    <w:rsid w:val="00F60F76"/>
    <w:rsid w:val="00F81815"/>
    <w:rsid w:val="00F854B5"/>
    <w:rsid w:val="00F85553"/>
    <w:rsid w:val="00F96D92"/>
    <w:rsid w:val="00FA475A"/>
    <w:rsid w:val="00FC01EE"/>
    <w:rsid w:val="00FC3BD2"/>
    <w:rsid w:val="00FC4755"/>
    <w:rsid w:val="00FE0322"/>
    <w:rsid w:val="00FF6D6E"/>
    <w:rsid w:val="00FF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B5244D"/>
  <w15:docId w15:val="{313AD1E9-9ED8-43BB-8E81-8779F0DC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uiPriority w:val="99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0650C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650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650C8"/>
  </w:style>
  <w:style w:type="paragraph" w:styleId="BalloonText">
    <w:name w:val="Balloon Text"/>
    <w:basedOn w:val="Normal"/>
    <w:link w:val="BalloonTextChar"/>
    <w:semiHidden/>
    <w:unhideWhenUsed/>
    <w:rsid w:val="000650C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650C8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2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274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kovaD\Desktop\Blanks\blanki_pr10\digital\12D3_zapov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0F11A-AC65-47DA-8AAD-904266FA2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12D3_zapoved</Template>
  <TotalTime>14</TotalTime>
  <Pages>9</Pages>
  <Words>2065</Words>
  <Characters>11775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Uiou0poiuop</vt:lpstr>
      <vt:lpstr>Uiou0poiuop</vt:lpstr>
    </vt:vector>
  </TitlesOfParts>
  <Company/>
  <LinksUpToDate>false</LinksUpToDate>
  <CharactersWithSpaces>13813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John</dc:creator>
  <cp:lastModifiedBy>Petia Agusheva</cp:lastModifiedBy>
  <cp:revision>7</cp:revision>
  <cp:lastPrinted>2024-04-18T13:29:00Z</cp:lastPrinted>
  <dcterms:created xsi:type="dcterms:W3CDTF">2024-04-25T09:29:00Z</dcterms:created>
  <dcterms:modified xsi:type="dcterms:W3CDTF">2024-04-25T10:01:00Z</dcterms:modified>
</cp:coreProperties>
</file>